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FBB" w:rsidRPr="001C7BBA" w:rsidRDefault="00407FBB" w:rsidP="003E08A9">
      <w:pPr>
        <w:jc w:val="both"/>
        <w:rPr>
          <w:sz w:val="28"/>
          <w:szCs w:val="28"/>
        </w:rPr>
      </w:pPr>
      <w:r>
        <w:tab/>
      </w:r>
      <w:r w:rsidRPr="001C7BBA">
        <w:rPr>
          <w:b/>
          <w:sz w:val="28"/>
          <w:szCs w:val="28"/>
        </w:rPr>
        <w:t>NOTE:</w:t>
      </w:r>
      <w:r w:rsidRPr="001C7BBA">
        <w:rPr>
          <w:sz w:val="28"/>
          <w:szCs w:val="28"/>
        </w:rPr>
        <w:t xml:space="preserve"> Intern</w:t>
      </w:r>
      <w:bookmarkStart w:id="0" w:name="_GoBack"/>
      <w:bookmarkEnd w:id="0"/>
      <w:r w:rsidRPr="001C7BBA">
        <w:rPr>
          <w:sz w:val="28"/>
          <w:szCs w:val="28"/>
        </w:rPr>
        <w:t xml:space="preserve">et Explorer 11 is the recommended browser to use.  Turn off all pop-up </w:t>
      </w:r>
      <w:r w:rsidR="001C7BBA">
        <w:rPr>
          <w:sz w:val="28"/>
          <w:szCs w:val="28"/>
        </w:rPr>
        <w:tab/>
      </w:r>
      <w:r w:rsidR="001C7BBA">
        <w:rPr>
          <w:sz w:val="28"/>
          <w:szCs w:val="28"/>
        </w:rPr>
        <w:tab/>
      </w:r>
      <w:r w:rsidR="001C7BBA">
        <w:rPr>
          <w:sz w:val="28"/>
          <w:szCs w:val="28"/>
        </w:rPr>
        <w:tab/>
        <w:t xml:space="preserve"> </w:t>
      </w:r>
      <w:r w:rsidRPr="001C7BBA">
        <w:rPr>
          <w:sz w:val="28"/>
          <w:szCs w:val="28"/>
        </w:rPr>
        <w:t>blockers before you begin.</w:t>
      </w:r>
      <w:r w:rsidR="001C7BBA" w:rsidRPr="001C7BBA">
        <w:rPr>
          <w:sz w:val="28"/>
          <w:szCs w:val="28"/>
        </w:rPr>
        <w:br/>
      </w:r>
    </w:p>
    <w:p w:rsidR="00FB4D81" w:rsidRDefault="00FB4D81" w:rsidP="007F23B8">
      <w:pPr>
        <w:pStyle w:val="NoSpacing"/>
        <w:numPr>
          <w:ilvl w:val="0"/>
          <w:numId w:val="1"/>
        </w:numPr>
      </w:pPr>
      <w:r>
        <w:t>Go to the LaPac Website and locate the Bid Number.</w:t>
      </w:r>
      <w:r w:rsidR="0015749B">
        <w:t xml:space="preserve">  If you received an email notification of the bid invitation you may click the link in the email to access LaPac and the bid invitation.</w:t>
      </w:r>
      <w:r w:rsidR="0054766F">
        <w:br/>
        <w:t xml:space="preserve">                                                                                               </w:t>
      </w:r>
    </w:p>
    <w:p w:rsidR="00331771" w:rsidRDefault="00FB4D81" w:rsidP="005868DD">
      <w:pPr>
        <w:pStyle w:val="NoSpacing"/>
        <w:numPr>
          <w:ilvl w:val="0"/>
          <w:numId w:val="1"/>
        </w:numPr>
      </w:pPr>
      <w:r>
        <w:t>Open the Bid Invitation by clicking on the Bid Number in the Description column.</w:t>
      </w:r>
    </w:p>
    <w:p w:rsidR="00331771" w:rsidRDefault="00331771" w:rsidP="00407FBB">
      <w:pPr>
        <w:pStyle w:val="NoSpacing"/>
      </w:pPr>
      <w:r>
        <w:rPr>
          <w:noProof/>
        </w:rPr>
        <w:drawing>
          <wp:anchor distT="0" distB="0" distL="114300" distR="114300" simplePos="0" relativeHeight="251658240" behindDoc="0" locked="0" layoutInCell="1" allowOverlap="1">
            <wp:simplePos x="1485900" y="1447800"/>
            <wp:positionH relativeFrom="column">
              <wp:posOffset>1489710</wp:posOffset>
            </wp:positionH>
            <wp:positionV relativeFrom="paragraph">
              <wp:align>top</wp:align>
            </wp:positionV>
            <wp:extent cx="4687611" cy="419481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87611" cy="4194810"/>
                    </a:xfrm>
                    <a:prstGeom prst="rect">
                      <a:avLst/>
                    </a:prstGeom>
                    <a:noFill/>
                    <a:ln>
                      <a:noFill/>
                    </a:ln>
                  </pic:spPr>
                </pic:pic>
              </a:graphicData>
            </a:graphic>
          </wp:anchor>
        </w:drawing>
      </w:r>
      <w:r w:rsidR="00407FBB">
        <w:br w:type="textWrapping" w:clear="all"/>
      </w:r>
    </w:p>
    <w:p w:rsidR="00331771" w:rsidRDefault="00331771" w:rsidP="00331771">
      <w:pPr>
        <w:pStyle w:val="NoSpacing"/>
      </w:pPr>
    </w:p>
    <w:p w:rsidR="009E5C2C" w:rsidRDefault="009E5C2C" w:rsidP="00331771">
      <w:pPr>
        <w:pStyle w:val="NoSpacing"/>
      </w:pPr>
    </w:p>
    <w:p w:rsidR="009E5C2C" w:rsidRDefault="009E5C2C" w:rsidP="00331771">
      <w:pPr>
        <w:pStyle w:val="NoSpacing"/>
      </w:pPr>
    </w:p>
    <w:p w:rsidR="009E5C2C" w:rsidRDefault="009E5C2C" w:rsidP="00331771">
      <w:pPr>
        <w:pStyle w:val="NoSpacing"/>
      </w:pPr>
    </w:p>
    <w:p w:rsidR="009E5C2C" w:rsidRDefault="009E5C2C" w:rsidP="00331771">
      <w:pPr>
        <w:pStyle w:val="NoSpacing"/>
      </w:pPr>
    </w:p>
    <w:p w:rsidR="009E5C2C" w:rsidRDefault="009E5C2C" w:rsidP="00331771">
      <w:pPr>
        <w:pStyle w:val="NoSpacing"/>
      </w:pPr>
    </w:p>
    <w:p w:rsidR="009E5C2C" w:rsidRDefault="009E5C2C" w:rsidP="00331771">
      <w:pPr>
        <w:pStyle w:val="NoSpacing"/>
      </w:pPr>
    </w:p>
    <w:p w:rsidR="009E5C2C" w:rsidRDefault="009E5C2C" w:rsidP="00331771">
      <w:pPr>
        <w:pStyle w:val="NoSpacing"/>
      </w:pPr>
    </w:p>
    <w:p w:rsidR="009E5C2C" w:rsidRDefault="009E5C2C" w:rsidP="00331771">
      <w:pPr>
        <w:pStyle w:val="NoSpacing"/>
      </w:pPr>
    </w:p>
    <w:p w:rsidR="009E5C2C" w:rsidRDefault="009E5C2C" w:rsidP="00331771">
      <w:pPr>
        <w:pStyle w:val="NoSpacing"/>
      </w:pPr>
    </w:p>
    <w:p w:rsidR="00331771" w:rsidRDefault="00331771" w:rsidP="009520AB">
      <w:pPr>
        <w:pStyle w:val="NoSpacing"/>
        <w:numPr>
          <w:ilvl w:val="0"/>
          <w:numId w:val="1"/>
        </w:numPr>
      </w:pPr>
      <w:r>
        <w:lastRenderedPageBreak/>
        <w:t xml:space="preserve">Click the </w:t>
      </w:r>
      <w:r w:rsidRPr="00331771">
        <w:t>ONLINE BID RESPONSE LINK</w:t>
      </w:r>
      <w:r>
        <w:t xml:space="preserve"> on the Bid Invitation.</w:t>
      </w:r>
    </w:p>
    <w:p w:rsidR="00331771" w:rsidRDefault="00331771" w:rsidP="00651C29">
      <w:pPr>
        <w:pStyle w:val="NoSpacing"/>
        <w:jc w:val="center"/>
      </w:pPr>
      <w:r>
        <w:rPr>
          <w:noProof/>
        </w:rPr>
        <w:drawing>
          <wp:inline distT="0" distB="0" distL="0" distR="0">
            <wp:extent cx="3413760" cy="2912239"/>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16065" cy="2914205"/>
                    </a:xfrm>
                    <a:prstGeom prst="rect">
                      <a:avLst/>
                    </a:prstGeom>
                    <a:noFill/>
                    <a:ln>
                      <a:noFill/>
                    </a:ln>
                  </pic:spPr>
                </pic:pic>
              </a:graphicData>
            </a:graphic>
          </wp:inline>
        </w:drawing>
      </w:r>
      <w:r w:rsidR="001C7BBA">
        <w:br/>
      </w:r>
    </w:p>
    <w:p w:rsidR="00180557" w:rsidRPr="00180557" w:rsidRDefault="00180557" w:rsidP="00180557">
      <w:pPr>
        <w:pStyle w:val="NoSpacing"/>
        <w:numPr>
          <w:ilvl w:val="0"/>
          <w:numId w:val="1"/>
        </w:numPr>
        <w:rPr>
          <w:i/>
        </w:rPr>
      </w:pPr>
      <w:r>
        <w:t xml:space="preserve">Enter your LAGOV vendor ID number and password.   </w:t>
      </w:r>
      <w:r w:rsidRPr="00180557">
        <w:rPr>
          <w:i/>
        </w:rPr>
        <w:t>Note: Your ID and Password were created and activated during the vendor registration process in the LAGOV Vendor Portal site.  If you have not registered in LAGOV, go back to the Bid Invitation and click the link to the LAGOV registration site.</w:t>
      </w:r>
      <w:r w:rsidR="0054766F">
        <w:rPr>
          <w:i/>
        </w:rPr>
        <w:br/>
      </w:r>
    </w:p>
    <w:p w:rsidR="00180557" w:rsidRPr="00180557" w:rsidRDefault="00180557" w:rsidP="00180557">
      <w:pPr>
        <w:pStyle w:val="NoSpacing"/>
        <w:numPr>
          <w:ilvl w:val="0"/>
          <w:numId w:val="1"/>
        </w:numPr>
        <w:rPr>
          <w:i/>
        </w:rPr>
      </w:pPr>
      <w:r>
        <w:t xml:space="preserve">The Bid Invitation (aka RFx) is displayed.  Click the </w:t>
      </w:r>
      <w:r>
        <w:rPr>
          <w:noProof/>
        </w:rPr>
        <w:drawing>
          <wp:inline distT="0" distB="0" distL="0" distR="0" wp14:anchorId="6E7B65A0" wp14:editId="16099BA8">
            <wp:extent cx="561975" cy="2095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1975" cy="209550"/>
                    </a:xfrm>
                    <a:prstGeom prst="rect">
                      <a:avLst/>
                    </a:prstGeom>
                  </pic:spPr>
                </pic:pic>
              </a:graphicData>
            </a:graphic>
          </wp:inline>
        </w:drawing>
      </w:r>
      <w:r>
        <w:t xml:space="preserve">button at the top of the screen.  This registers your company as a bidder on this particular Bid Invitation.  </w:t>
      </w:r>
      <w:r w:rsidR="00941FA8">
        <w:t xml:space="preserve">If there is no </w:t>
      </w:r>
      <w:r w:rsidR="00941FA8">
        <w:rPr>
          <w:noProof/>
        </w:rPr>
        <w:drawing>
          <wp:inline distT="0" distB="0" distL="0" distR="0" wp14:anchorId="77E8DB26" wp14:editId="3B2C3A0A">
            <wp:extent cx="561975" cy="2095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61975" cy="209550"/>
                    </a:xfrm>
                    <a:prstGeom prst="rect">
                      <a:avLst/>
                    </a:prstGeom>
                  </pic:spPr>
                </pic:pic>
              </a:graphicData>
            </a:graphic>
          </wp:inline>
        </w:drawing>
      </w:r>
      <w:r w:rsidR="00941FA8">
        <w:t>button, you are already registered to the bid and can skip this step.</w:t>
      </w:r>
      <w:r w:rsidR="0054766F">
        <w:br/>
      </w:r>
    </w:p>
    <w:p w:rsidR="00180557" w:rsidRPr="00AB097A" w:rsidRDefault="00180557" w:rsidP="00180557">
      <w:pPr>
        <w:pStyle w:val="NoSpacing"/>
        <w:numPr>
          <w:ilvl w:val="0"/>
          <w:numId w:val="1"/>
        </w:numPr>
        <w:rPr>
          <w:i/>
        </w:rPr>
      </w:pPr>
      <w:r>
        <w:rPr>
          <w:noProof/>
        </w:rPr>
        <w:t xml:space="preserve">Click the </w:t>
      </w:r>
      <w:r>
        <w:rPr>
          <w:noProof/>
        </w:rPr>
        <w:drawing>
          <wp:inline distT="0" distB="0" distL="0" distR="0" wp14:anchorId="1F2D7447" wp14:editId="008D63B2">
            <wp:extent cx="1047750" cy="2476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47750" cy="247650"/>
                    </a:xfrm>
                    <a:prstGeom prst="rect">
                      <a:avLst/>
                    </a:prstGeom>
                  </pic:spPr>
                </pic:pic>
              </a:graphicData>
            </a:graphic>
          </wp:inline>
        </w:drawing>
      </w:r>
      <w:r>
        <w:rPr>
          <w:noProof/>
        </w:rPr>
        <w:t xml:space="preserve"> button at the top of the screen.</w:t>
      </w:r>
      <w:r w:rsidR="00AB097A">
        <w:rPr>
          <w:noProof/>
        </w:rPr>
        <w:t xml:space="preserve">  Your RFx Response number is displayed at the top of the screen. </w:t>
      </w:r>
    </w:p>
    <w:p w:rsidR="00AB097A" w:rsidRDefault="00AB097A" w:rsidP="00AB097A">
      <w:pPr>
        <w:pStyle w:val="NoSpacing"/>
        <w:ind w:left="720"/>
        <w:jc w:val="center"/>
        <w:rPr>
          <w:i/>
        </w:rPr>
      </w:pPr>
      <w:r>
        <w:rPr>
          <w:noProof/>
        </w:rPr>
        <w:drawing>
          <wp:inline distT="0" distB="0" distL="0" distR="0" wp14:anchorId="3F46324F" wp14:editId="10EAECCF">
            <wp:extent cx="2962275" cy="28575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962275" cy="285750"/>
                    </a:xfrm>
                    <a:prstGeom prst="rect">
                      <a:avLst/>
                    </a:prstGeom>
                  </pic:spPr>
                </pic:pic>
              </a:graphicData>
            </a:graphic>
          </wp:inline>
        </w:drawing>
      </w:r>
    </w:p>
    <w:p w:rsidR="001C7BBA" w:rsidRPr="00180557" w:rsidRDefault="001C7BBA" w:rsidP="00AB097A">
      <w:pPr>
        <w:pStyle w:val="NoSpacing"/>
        <w:ind w:left="720"/>
        <w:jc w:val="center"/>
        <w:rPr>
          <w:i/>
        </w:rPr>
      </w:pPr>
    </w:p>
    <w:p w:rsidR="00651C29" w:rsidRPr="00651C29" w:rsidRDefault="00180557" w:rsidP="00651C29">
      <w:pPr>
        <w:pStyle w:val="NoSpacing"/>
        <w:numPr>
          <w:ilvl w:val="0"/>
          <w:numId w:val="1"/>
        </w:numPr>
        <w:rPr>
          <w:i/>
        </w:rPr>
      </w:pPr>
      <w:r>
        <w:t>To proceed read the Notice and check the box to accept the terms.</w:t>
      </w:r>
    </w:p>
    <w:p w:rsidR="00180557" w:rsidRDefault="00651C29" w:rsidP="00651C29">
      <w:pPr>
        <w:pStyle w:val="NoSpacing"/>
        <w:ind w:left="720"/>
        <w:jc w:val="center"/>
        <w:rPr>
          <w:i/>
        </w:rPr>
      </w:pPr>
      <w:r>
        <w:rPr>
          <w:i/>
          <w:noProof/>
        </w:rPr>
        <w:drawing>
          <wp:inline distT="0" distB="0" distL="0" distR="0">
            <wp:extent cx="5935980" cy="1600200"/>
            <wp:effectExtent l="0" t="0" r="762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5980" cy="1600200"/>
                    </a:xfrm>
                    <a:prstGeom prst="rect">
                      <a:avLst/>
                    </a:prstGeom>
                    <a:noFill/>
                    <a:ln>
                      <a:noFill/>
                    </a:ln>
                  </pic:spPr>
                </pic:pic>
              </a:graphicData>
            </a:graphic>
          </wp:inline>
        </w:drawing>
      </w:r>
    </w:p>
    <w:p w:rsidR="00651C29" w:rsidRDefault="00651C29" w:rsidP="00180557">
      <w:pPr>
        <w:pStyle w:val="NoSpacing"/>
        <w:ind w:left="720"/>
      </w:pPr>
    </w:p>
    <w:p w:rsidR="00651C29" w:rsidRDefault="00651C29" w:rsidP="00103392">
      <w:pPr>
        <w:pStyle w:val="NoSpacing"/>
        <w:numPr>
          <w:ilvl w:val="0"/>
          <w:numId w:val="1"/>
        </w:numPr>
      </w:pPr>
      <w:r>
        <w:lastRenderedPageBreak/>
        <w:t>Click on the words “Notes and Attachments” under the RFx Information tab. In the Notes section of the screen click on the link to open Header Tendering Text.</w:t>
      </w:r>
    </w:p>
    <w:p w:rsidR="00651C29" w:rsidRDefault="00AB097A" w:rsidP="00AB097A">
      <w:pPr>
        <w:pStyle w:val="NoSpacing"/>
        <w:ind w:left="720"/>
        <w:jc w:val="center"/>
      </w:pPr>
      <w:r>
        <w:rPr>
          <w:noProof/>
        </w:rPr>
        <w:drawing>
          <wp:inline distT="0" distB="0" distL="0" distR="0">
            <wp:extent cx="2628900" cy="138684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28900" cy="1386840"/>
                    </a:xfrm>
                    <a:prstGeom prst="rect">
                      <a:avLst/>
                    </a:prstGeom>
                    <a:noFill/>
                    <a:ln>
                      <a:noFill/>
                    </a:ln>
                  </pic:spPr>
                </pic:pic>
              </a:graphicData>
            </a:graphic>
          </wp:inline>
        </w:drawing>
      </w:r>
    </w:p>
    <w:p w:rsidR="00651C29" w:rsidRDefault="00AB097A" w:rsidP="00651C29">
      <w:pPr>
        <w:pStyle w:val="NoSpacing"/>
        <w:ind w:left="720"/>
      </w:pPr>
      <w:r>
        <w:t>These are the</w:t>
      </w:r>
      <w:r w:rsidR="0052219D">
        <w:t xml:space="preserve"> same</w:t>
      </w:r>
      <w:r>
        <w:t xml:space="preserve"> notes shown on the Bid Invitation Document</w:t>
      </w:r>
      <w:r w:rsidR="0052219D">
        <w:t xml:space="preserve"> in LAPAC</w:t>
      </w:r>
      <w:r>
        <w:t>.</w:t>
      </w:r>
      <w:r w:rsidR="0052219D">
        <w:t xml:space="preserve">  Click the </w:t>
      </w:r>
      <w:r w:rsidR="0052219D">
        <w:rPr>
          <w:noProof/>
        </w:rPr>
        <w:drawing>
          <wp:inline distT="0" distB="0" distL="0" distR="0" wp14:anchorId="7A868F36" wp14:editId="17310654">
            <wp:extent cx="342900" cy="2286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2900" cy="228600"/>
                    </a:xfrm>
                    <a:prstGeom prst="rect">
                      <a:avLst/>
                    </a:prstGeom>
                  </pic:spPr>
                </pic:pic>
              </a:graphicData>
            </a:graphic>
          </wp:inline>
        </w:drawing>
      </w:r>
      <w:r w:rsidR="0052219D">
        <w:t>button.</w:t>
      </w:r>
    </w:p>
    <w:p w:rsidR="00F93423" w:rsidRPr="00F93423" w:rsidRDefault="00F93423" w:rsidP="00651C29">
      <w:pPr>
        <w:pStyle w:val="NoSpacing"/>
        <w:ind w:left="720"/>
        <w:rPr>
          <w:i/>
        </w:rPr>
      </w:pPr>
      <w:r w:rsidRPr="00F93423">
        <w:rPr>
          <w:i/>
        </w:rPr>
        <w:t xml:space="preserve">See the </w:t>
      </w:r>
      <w:r w:rsidRPr="00F93423">
        <w:rPr>
          <w:b/>
          <w:i/>
        </w:rPr>
        <w:t>Notes and Attachments Additional Information</w:t>
      </w:r>
      <w:r w:rsidRPr="00F93423">
        <w:rPr>
          <w:i/>
        </w:rPr>
        <w:t xml:space="preserve"> section at the end of this document for more information.</w:t>
      </w:r>
    </w:p>
    <w:p w:rsidR="00E84B55" w:rsidRDefault="00E84B55" w:rsidP="00651C29">
      <w:pPr>
        <w:pStyle w:val="NoSpacing"/>
        <w:ind w:left="720"/>
      </w:pPr>
    </w:p>
    <w:p w:rsidR="00AB097A" w:rsidRDefault="00AB097A" w:rsidP="00AB097A">
      <w:pPr>
        <w:pStyle w:val="NoSpacing"/>
        <w:numPr>
          <w:ilvl w:val="0"/>
          <w:numId w:val="1"/>
        </w:numPr>
      </w:pPr>
      <w:r>
        <w:t xml:space="preserve">Bidder remarks </w:t>
      </w:r>
      <w:r w:rsidR="00944881">
        <w:t>may</w:t>
      </w:r>
      <w:r>
        <w:t xml:space="preserve"> be added to the Bid Response.  Click the Bidder’s Remarks link.</w:t>
      </w:r>
    </w:p>
    <w:p w:rsidR="00AC63A4" w:rsidRDefault="00AB097A" w:rsidP="0054766F">
      <w:pPr>
        <w:pStyle w:val="NoSpacing"/>
        <w:ind w:left="720"/>
        <w:jc w:val="center"/>
      </w:pPr>
      <w:r>
        <w:rPr>
          <w:noProof/>
        </w:rPr>
        <w:drawing>
          <wp:inline distT="0" distB="0" distL="0" distR="0">
            <wp:extent cx="2316480" cy="1424940"/>
            <wp:effectExtent l="0" t="0" r="762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16480" cy="1424940"/>
                    </a:xfrm>
                    <a:prstGeom prst="rect">
                      <a:avLst/>
                    </a:prstGeom>
                    <a:noFill/>
                    <a:ln>
                      <a:noFill/>
                    </a:ln>
                  </pic:spPr>
                </pic:pic>
              </a:graphicData>
            </a:graphic>
          </wp:inline>
        </w:drawing>
      </w:r>
      <w:r w:rsidR="0054766F">
        <w:br/>
      </w:r>
    </w:p>
    <w:p w:rsidR="00AB097A" w:rsidRDefault="00AB097A" w:rsidP="00E84B55">
      <w:pPr>
        <w:pStyle w:val="NoSpacing"/>
        <w:numPr>
          <w:ilvl w:val="0"/>
          <w:numId w:val="1"/>
        </w:numPr>
      </w:pPr>
      <w:r>
        <w:t xml:space="preserve">A pop-up window appears.  Type remarks as desired then click the </w:t>
      </w:r>
      <w:r>
        <w:rPr>
          <w:noProof/>
        </w:rPr>
        <w:drawing>
          <wp:inline distT="0" distB="0" distL="0" distR="0" wp14:anchorId="775A32E3" wp14:editId="10DBC474">
            <wp:extent cx="342900" cy="228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2900" cy="228600"/>
                    </a:xfrm>
                    <a:prstGeom prst="rect">
                      <a:avLst/>
                    </a:prstGeom>
                  </pic:spPr>
                </pic:pic>
              </a:graphicData>
            </a:graphic>
          </wp:inline>
        </w:drawing>
      </w:r>
      <w:r>
        <w:t>button.</w:t>
      </w:r>
    </w:p>
    <w:p w:rsidR="00E84B55" w:rsidRDefault="00E84B55" w:rsidP="00781BA1">
      <w:pPr>
        <w:pStyle w:val="NoSpacing"/>
        <w:ind w:left="720"/>
        <w:jc w:val="center"/>
      </w:pPr>
      <w:r>
        <w:rPr>
          <w:noProof/>
        </w:rPr>
        <w:drawing>
          <wp:inline distT="0" distB="0" distL="0" distR="0">
            <wp:extent cx="4808220" cy="1386840"/>
            <wp:effectExtent l="0" t="0" r="0" b="381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08220" cy="1386840"/>
                    </a:xfrm>
                    <a:prstGeom prst="rect">
                      <a:avLst/>
                    </a:prstGeom>
                    <a:noFill/>
                    <a:ln>
                      <a:noFill/>
                    </a:ln>
                  </pic:spPr>
                </pic:pic>
              </a:graphicData>
            </a:graphic>
          </wp:inline>
        </w:drawing>
      </w:r>
      <w:r w:rsidR="0054766F">
        <w:br/>
      </w:r>
      <w:r w:rsidR="0054766F">
        <w:br/>
      </w:r>
      <w:r w:rsidR="0054766F">
        <w:br/>
      </w:r>
      <w:r w:rsidR="0054766F">
        <w:br/>
      </w:r>
      <w:r w:rsidR="0054766F">
        <w:br/>
      </w:r>
      <w:r w:rsidR="0054766F">
        <w:br/>
      </w:r>
      <w:r w:rsidR="0054766F">
        <w:br/>
      </w:r>
    </w:p>
    <w:p w:rsidR="00E84B55" w:rsidRDefault="00E84B55" w:rsidP="00E84B55">
      <w:pPr>
        <w:pStyle w:val="NoSpacing"/>
        <w:ind w:left="720"/>
      </w:pPr>
    </w:p>
    <w:p w:rsidR="002C200F" w:rsidRDefault="00E84B55" w:rsidP="002C200F">
      <w:pPr>
        <w:pStyle w:val="NoSpacing"/>
        <w:numPr>
          <w:ilvl w:val="0"/>
          <w:numId w:val="1"/>
        </w:numPr>
      </w:pPr>
      <w:r>
        <w:lastRenderedPageBreak/>
        <w:t xml:space="preserve">In the Attachments section of the screen all attachments to the Bid Invitation are shown.  These are the same attachments that are shown in LaPac.  Each attachment </w:t>
      </w:r>
      <w:r w:rsidR="002C200F">
        <w:t>can</w:t>
      </w:r>
      <w:r>
        <w:t xml:space="preserve"> be opened by clicking on the Description link</w:t>
      </w:r>
      <w:r w:rsidR="002C200F">
        <w:t xml:space="preserve"> and</w:t>
      </w:r>
      <w:r w:rsidR="00781BA1">
        <w:t xml:space="preserve"> downloaded to a local file if desired.</w:t>
      </w:r>
    </w:p>
    <w:p w:rsidR="002C200F" w:rsidRDefault="002C200F" w:rsidP="002C200F">
      <w:pPr>
        <w:pStyle w:val="NoSpacing"/>
        <w:ind w:left="720"/>
      </w:pPr>
    </w:p>
    <w:p w:rsidR="00E84B55" w:rsidRDefault="00E84B55" w:rsidP="002C200F">
      <w:pPr>
        <w:pStyle w:val="NoSpacing"/>
        <w:ind w:left="720"/>
        <w:jc w:val="center"/>
      </w:pPr>
      <w:r>
        <w:rPr>
          <w:noProof/>
        </w:rPr>
        <w:drawing>
          <wp:inline distT="0" distB="0" distL="0" distR="0">
            <wp:extent cx="4953000" cy="25908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53000" cy="2590800"/>
                    </a:xfrm>
                    <a:prstGeom prst="rect">
                      <a:avLst/>
                    </a:prstGeom>
                    <a:noFill/>
                    <a:ln>
                      <a:noFill/>
                    </a:ln>
                  </pic:spPr>
                </pic:pic>
              </a:graphicData>
            </a:graphic>
          </wp:inline>
        </w:drawing>
      </w:r>
    </w:p>
    <w:p w:rsidR="001C7BBA" w:rsidRDefault="001C7BBA" w:rsidP="002C200F">
      <w:pPr>
        <w:pStyle w:val="NoSpacing"/>
        <w:ind w:left="720"/>
        <w:jc w:val="center"/>
      </w:pPr>
    </w:p>
    <w:p w:rsidR="00E84B55" w:rsidRDefault="00E84B55" w:rsidP="00E84B55">
      <w:pPr>
        <w:pStyle w:val="NoSpacing"/>
        <w:ind w:left="720"/>
      </w:pPr>
    </w:p>
    <w:p w:rsidR="00E84B55" w:rsidRDefault="00781BA1" w:rsidP="00E84B55">
      <w:pPr>
        <w:pStyle w:val="NoSpacing"/>
        <w:numPr>
          <w:ilvl w:val="0"/>
          <w:numId w:val="1"/>
        </w:numPr>
      </w:pPr>
      <w:r>
        <w:t>Click the Items tab near the top of the screen.</w:t>
      </w:r>
    </w:p>
    <w:p w:rsidR="00781BA1" w:rsidRDefault="00781BA1" w:rsidP="00781BA1">
      <w:pPr>
        <w:pStyle w:val="NoSpacing"/>
        <w:ind w:left="720"/>
        <w:jc w:val="center"/>
      </w:pPr>
      <w:r>
        <w:rPr>
          <w:noProof/>
        </w:rPr>
        <w:drawing>
          <wp:inline distT="0" distB="0" distL="0" distR="0">
            <wp:extent cx="2286000" cy="111252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0" cy="1112520"/>
                    </a:xfrm>
                    <a:prstGeom prst="rect">
                      <a:avLst/>
                    </a:prstGeom>
                    <a:noFill/>
                    <a:ln>
                      <a:noFill/>
                    </a:ln>
                  </pic:spPr>
                </pic:pic>
              </a:graphicData>
            </a:graphic>
          </wp:inline>
        </w:drawing>
      </w:r>
    </w:p>
    <w:p w:rsidR="008B7192" w:rsidRDefault="008B7192" w:rsidP="00781BA1">
      <w:pPr>
        <w:pStyle w:val="NoSpacing"/>
        <w:ind w:left="720"/>
        <w:jc w:val="center"/>
      </w:pPr>
    </w:p>
    <w:p w:rsidR="008B7192" w:rsidRDefault="008B7192" w:rsidP="00781BA1">
      <w:pPr>
        <w:pStyle w:val="NoSpacing"/>
        <w:ind w:left="720"/>
        <w:jc w:val="center"/>
      </w:pPr>
    </w:p>
    <w:p w:rsidR="00781BA1" w:rsidRDefault="00781BA1" w:rsidP="00781BA1">
      <w:pPr>
        <w:pStyle w:val="NoSpacing"/>
        <w:ind w:left="720"/>
      </w:pPr>
    </w:p>
    <w:p w:rsidR="00781BA1" w:rsidRDefault="00781BA1" w:rsidP="00781BA1">
      <w:pPr>
        <w:pStyle w:val="NoSpacing"/>
        <w:numPr>
          <w:ilvl w:val="0"/>
          <w:numId w:val="1"/>
        </w:numPr>
      </w:pPr>
      <w:r>
        <w:t>Each line item of the Bid Invitation is displayed.</w:t>
      </w:r>
      <w:r w:rsidR="00D22F3C">
        <w:t xml:space="preserve">  Highlight the first line</w:t>
      </w:r>
      <w:r w:rsidR="002C200F">
        <w:t xml:space="preserve"> item</w:t>
      </w:r>
      <w:r w:rsidR="00D22F3C">
        <w:t xml:space="preserve"> by clicking in the gray box to the left of the Line Number.  </w:t>
      </w:r>
      <w:r w:rsidR="009A48E3">
        <w:t>Then click the Details button.</w:t>
      </w:r>
    </w:p>
    <w:p w:rsidR="00781BA1" w:rsidRDefault="00D22F3C" w:rsidP="00781BA1">
      <w:pPr>
        <w:pStyle w:val="NoSpacing"/>
        <w:ind w:left="720"/>
        <w:jc w:val="center"/>
      </w:pPr>
      <w:r>
        <w:rPr>
          <w:noProof/>
        </w:rPr>
        <w:drawing>
          <wp:inline distT="0" distB="0" distL="0" distR="0">
            <wp:extent cx="5943600" cy="9906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990600"/>
                    </a:xfrm>
                    <a:prstGeom prst="rect">
                      <a:avLst/>
                    </a:prstGeom>
                    <a:noFill/>
                    <a:ln>
                      <a:noFill/>
                    </a:ln>
                  </pic:spPr>
                </pic:pic>
              </a:graphicData>
            </a:graphic>
          </wp:inline>
        </w:drawing>
      </w:r>
      <w:r w:rsidR="0054766F">
        <w:br/>
      </w:r>
    </w:p>
    <w:p w:rsidR="008B7192" w:rsidRDefault="008B7192" w:rsidP="00781BA1">
      <w:pPr>
        <w:pStyle w:val="NoSpacing"/>
        <w:ind w:left="720"/>
        <w:jc w:val="center"/>
      </w:pPr>
    </w:p>
    <w:p w:rsidR="008B7192" w:rsidRDefault="008B7192" w:rsidP="00781BA1">
      <w:pPr>
        <w:pStyle w:val="NoSpacing"/>
        <w:ind w:left="720"/>
        <w:jc w:val="center"/>
      </w:pPr>
    </w:p>
    <w:p w:rsidR="001C7BBA" w:rsidRDefault="001C7BBA" w:rsidP="00781BA1">
      <w:pPr>
        <w:pStyle w:val="NoSpacing"/>
        <w:ind w:left="720"/>
        <w:jc w:val="center"/>
      </w:pPr>
    </w:p>
    <w:p w:rsidR="001C7BBA" w:rsidRDefault="001C7BBA" w:rsidP="00781BA1">
      <w:pPr>
        <w:pStyle w:val="NoSpacing"/>
        <w:ind w:left="720"/>
        <w:jc w:val="center"/>
      </w:pPr>
    </w:p>
    <w:p w:rsidR="0052219D" w:rsidRDefault="00A95CCA" w:rsidP="009801D1">
      <w:pPr>
        <w:pStyle w:val="NoSpacing"/>
        <w:numPr>
          <w:ilvl w:val="0"/>
          <w:numId w:val="1"/>
        </w:numPr>
      </w:pPr>
      <w:r>
        <w:lastRenderedPageBreak/>
        <w:t xml:space="preserve">The Details </w:t>
      </w:r>
      <w:r w:rsidR="0074258F">
        <w:t>specific to</w:t>
      </w:r>
      <w:r>
        <w:t xml:space="preserve"> the lin</w:t>
      </w:r>
      <w:r w:rsidR="002C200F">
        <w:t>e item selected are displayed.  The Item Data tab displays information related to Product Category, Item Description, Required Quantity</w:t>
      </w:r>
      <w:r w:rsidR="0052219D">
        <w:t xml:space="preserve"> and D</w:t>
      </w:r>
      <w:r w:rsidR="002C200F">
        <w:t xml:space="preserve">elivery Date.  This is also the screen in which the bid price and number of days after receipt of order (ARO) are entered. </w:t>
      </w:r>
      <w:r w:rsidR="009801D1">
        <w:t xml:space="preserve"> Be sure to note the per/unit of measure for the price to be quoted.  In this example the unit of measure is EA (Each). </w:t>
      </w:r>
    </w:p>
    <w:p w:rsidR="009801D1" w:rsidRDefault="009801D1" w:rsidP="0052219D">
      <w:pPr>
        <w:pStyle w:val="NoSpacing"/>
        <w:ind w:left="720"/>
      </w:pPr>
      <w:r w:rsidRPr="0052219D">
        <w:rPr>
          <w:b/>
        </w:rPr>
        <w:t>Enter the bid price for the line item</w:t>
      </w:r>
      <w:r w:rsidRPr="009801D1">
        <w:t>.</w:t>
      </w:r>
    </w:p>
    <w:p w:rsidR="009801D1" w:rsidRDefault="009801D1" w:rsidP="009801D1">
      <w:pPr>
        <w:pStyle w:val="NoSpacing"/>
        <w:ind w:left="720"/>
      </w:pPr>
    </w:p>
    <w:p w:rsidR="002C200F" w:rsidRPr="009F6090" w:rsidRDefault="009F6090" w:rsidP="009801D1">
      <w:pPr>
        <w:pStyle w:val="NoSpacing"/>
        <w:ind w:left="720"/>
      </w:pPr>
      <w:r w:rsidRPr="009F6090">
        <w:t>Note, if a Price Sheet is attached to the Bid Invitation, then enter prices only on the Price Sheet; not on each line item.</w:t>
      </w:r>
      <w:r w:rsidR="009801D1" w:rsidRPr="009F6090">
        <w:t xml:space="preserve"> </w:t>
      </w:r>
    </w:p>
    <w:p w:rsidR="009801D1" w:rsidRDefault="009801D1" w:rsidP="009801D1">
      <w:pPr>
        <w:pStyle w:val="NoSpacing"/>
        <w:ind w:left="720"/>
      </w:pPr>
    </w:p>
    <w:p w:rsidR="00781BA1" w:rsidRDefault="002C200F" w:rsidP="0074258F">
      <w:pPr>
        <w:pStyle w:val="NoSpacing"/>
        <w:jc w:val="center"/>
      </w:pPr>
      <w:r>
        <w:rPr>
          <w:noProof/>
        </w:rPr>
        <w:drawing>
          <wp:inline distT="0" distB="0" distL="0" distR="0">
            <wp:extent cx="5496278" cy="2095500"/>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98952" cy="2096520"/>
                    </a:xfrm>
                    <a:prstGeom prst="rect">
                      <a:avLst/>
                    </a:prstGeom>
                    <a:noFill/>
                    <a:ln>
                      <a:noFill/>
                    </a:ln>
                  </pic:spPr>
                </pic:pic>
              </a:graphicData>
            </a:graphic>
          </wp:inline>
        </w:drawing>
      </w:r>
    </w:p>
    <w:p w:rsidR="001C7BBA" w:rsidRDefault="001C7BBA" w:rsidP="0074258F">
      <w:pPr>
        <w:pStyle w:val="NoSpacing"/>
        <w:jc w:val="center"/>
      </w:pPr>
    </w:p>
    <w:p w:rsidR="001C7BBA" w:rsidRDefault="001C7BBA" w:rsidP="0074258F">
      <w:pPr>
        <w:pStyle w:val="NoSpacing"/>
        <w:jc w:val="center"/>
      </w:pPr>
    </w:p>
    <w:p w:rsidR="002C200F" w:rsidRDefault="002C200F" w:rsidP="002C200F">
      <w:pPr>
        <w:pStyle w:val="NoSpacing"/>
      </w:pPr>
    </w:p>
    <w:p w:rsidR="002C200F" w:rsidRDefault="002C200F" w:rsidP="002C200F">
      <w:pPr>
        <w:pStyle w:val="NoSpacing"/>
        <w:numPr>
          <w:ilvl w:val="0"/>
          <w:numId w:val="1"/>
        </w:numPr>
      </w:pPr>
      <w:r>
        <w:t>Click on the Questions tab for the selected line item.  Answer any questions presented.</w:t>
      </w:r>
    </w:p>
    <w:p w:rsidR="002C200F" w:rsidRDefault="002C200F" w:rsidP="0074258F">
      <w:pPr>
        <w:pStyle w:val="NoSpacing"/>
        <w:ind w:left="720"/>
        <w:jc w:val="center"/>
      </w:pPr>
      <w:r>
        <w:rPr>
          <w:noProof/>
        </w:rPr>
        <w:drawing>
          <wp:inline distT="0" distB="0" distL="0" distR="0">
            <wp:extent cx="4983480" cy="762000"/>
            <wp:effectExtent l="0" t="0" r="762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83480" cy="762000"/>
                    </a:xfrm>
                    <a:prstGeom prst="rect">
                      <a:avLst/>
                    </a:prstGeom>
                    <a:noFill/>
                    <a:ln>
                      <a:noFill/>
                    </a:ln>
                  </pic:spPr>
                </pic:pic>
              </a:graphicData>
            </a:graphic>
          </wp:inline>
        </w:drawing>
      </w:r>
    </w:p>
    <w:p w:rsidR="008B7192" w:rsidRDefault="008B7192" w:rsidP="0074258F">
      <w:pPr>
        <w:pStyle w:val="NoSpacing"/>
        <w:ind w:left="720"/>
      </w:pPr>
    </w:p>
    <w:p w:rsidR="0054766F" w:rsidRDefault="0054766F" w:rsidP="0074258F">
      <w:pPr>
        <w:pStyle w:val="NoSpacing"/>
        <w:ind w:left="720"/>
      </w:pPr>
    </w:p>
    <w:p w:rsidR="0054766F" w:rsidRDefault="0054766F" w:rsidP="0074258F">
      <w:pPr>
        <w:pStyle w:val="NoSpacing"/>
        <w:ind w:left="720"/>
      </w:pPr>
    </w:p>
    <w:p w:rsidR="0054766F" w:rsidRDefault="0054766F" w:rsidP="0074258F">
      <w:pPr>
        <w:pStyle w:val="NoSpacing"/>
        <w:ind w:left="720"/>
      </w:pPr>
    </w:p>
    <w:p w:rsidR="0054766F" w:rsidRDefault="0054766F" w:rsidP="0074258F">
      <w:pPr>
        <w:pStyle w:val="NoSpacing"/>
        <w:ind w:left="720"/>
      </w:pPr>
    </w:p>
    <w:p w:rsidR="0054766F" w:rsidRDefault="0054766F" w:rsidP="0074258F">
      <w:pPr>
        <w:pStyle w:val="NoSpacing"/>
        <w:ind w:left="720"/>
      </w:pPr>
    </w:p>
    <w:p w:rsidR="0054766F" w:rsidRDefault="0054766F" w:rsidP="0074258F">
      <w:pPr>
        <w:pStyle w:val="NoSpacing"/>
        <w:ind w:left="720"/>
      </w:pPr>
    </w:p>
    <w:p w:rsidR="0054766F" w:rsidRDefault="0054766F" w:rsidP="0074258F">
      <w:pPr>
        <w:pStyle w:val="NoSpacing"/>
        <w:ind w:left="720"/>
      </w:pPr>
    </w:p>
    <w:p w:rsidR="0054766F" w:rsidRDefault="0054766F" w:rsidP="0074258F">
      <w:pPr>
        <w:pStyle w:val="NoSpacing"/>
        <w:ind w:left="720"/>
      </w:pPr>
    </w:p>
    <w:p w:rsidR="0054766F" w:rsidRDefault="0054766F" w:rsidP="0074258F">
      <w:pPr>
        <w:pStyle w:val="NoSpacing"/>
        <w:ind w:left="720"/>
      </w:pPr>
    </w:p>
    <w:p w:rsidR="0054766F" w:rsidRDefault="0054766F" w:rsidP="0074258F">
      <w:pPr>
        <w:pStyle w:val="NoSpacing"/>
        <w:ind w:left="720"/>
      </w:pPr>
    </w:p>
    <w:p w:rsidR="0054766F" w:rsidRDefault="0054766F" w:rsidP="0074258F">
      <w:pPr>
        <w:pStyle w:val="NoSpacing"/>
        <w:ind w:left="720"/>
      </w:pPr>
    </w:p>
    <w:p w:rsidR="0054766F" w:rsidRDefault="0054766F" w:rsidP="0074258F">
      <w:pPr>
        <w:pStyle w:val="NoSpacing"/>
        <w:ind w:left="720"/>
      </w:pPr>
    </w:p>
    <w:p w:rsidR="0054766F" w:rsidRDefault="0054766F" w:rsidP="0074258F">
      <w:pPr>
        <w:pStyle w:val="NoSpacing"/>
        <w:ind w:left="720"/>
      </w:pPr>
    </w:p>
    <w:p w:rsidR="008B7192" w:rsidRDefault="008B7192" w:rsidP="0074258F">
      <w:pPr>
        <w:pStyle w:val="NoSpacing"/>
        <w:ind w:left="720"/>
      </w:pPr>
    </w:p>
    <w:p w:rsidR="0074258F" w:rsidRDefault="0074258F" w:rsidP="00AC63A4">
      <w:pPr>
        <w:pStyle w:val="NoSpacing"/>
        <w:numPr>
          <w:ilvl w:val="0"/>
          <w:numId w:val="1"/>
        </w:numPr>
        <w:tabs>
          <w:tab w:val="left" w:pos="360"/>
        </w:tabs>
      </w:pPr>
      <w:r>
        <w:lastRenderedPageBreak/>
        <w:t xml:space="preserve">Click on the Notes and Attachments tab for the selected line item.  Read any notes by clicking on the Category Link and review any attachments relevant for the selected line item.  In this example there is a note for Item Tendering Text but no attachments relevant to the specific line item.  </w:t>
      </w:r>
      <w:r w:rsidR="001C7BBA">
        <w:br/>
      </w:r>
    </w:p>
    <w:p w:rsidR="00AC63A4" w:rsidRDefault="0074258F" w:rsidP="008B7192">
      <w:pPr>
        <w:pStyle w:val="NoSpacing"/>
        <w:ind w:left="720"/>
        <w:jc w:val="center"/>
      </w:pPr>
      <w:r>
        <w:rPr>
          <w:noProof/>
        </w:rPr>
        <w:drawing>
          <wp:inline distT="0" distB="0" distL="0" distR="0">
            <wp:extent cx="5554980" cy="2225040"/>
            <wp:effectExtent l="0" t="0" r="7620" b="381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54980" cy="2225040"/>
                    </a:xfrm>
                    <a:prstGeom prst="rect">
                      <a:avLst/>
                    </a:prstGeom>
                    <a:noFill/>
                    <a:ln>
                      <a:noFill/>
                    </a:ln>
                  </pic:spPr>
                </pic:pic>
              </a:graphicData>
            </a:graphic>
          </wp:inline>
        </w:drawing>
      </w:r>
      <w:r w:rsidR="001C7BBA">
        <w:br/>
      </w:r>
    </w:p>
    <w:p w:rsidR="008B7192" w:rsidRDefault="008B7192" w:rsidP="008B7192">
      <w:pPr>
        <w:pStyle w:val="NoSpacing"/>
        <w:ind w:left="720"/>
        <w:jc w:val="center"/>
      </w:pPr>
    </w:p>
    <w:p w:rsidR="009801D1" w:rsidRDefault="0074258F" w:rsidP="009801D1">
      <w:pPr>
        <w:pStyle w:val="NoSpacing"/>
        <w:numPr>
          <w:ilvl w:val="0"/>
          <w:numId w:val="1"/>
        </w:numPr>
      </w:pPr>
      <w:r>
        <w:t>Repeat steps 16 – 19 for each item on the Bid Invitation.</w:t>
      </w:r>
      <w:r w:rsidR="0052219D">
        <w:t xml:space="preserve">  In this example there is only 1 line item.</w:t>
      </w:r>
      <w:r w:rsidR="001C7BBA">
        <w:br/>
      </w:r>
    </w:p>
    <w:p w:rsidR="00AC63A4" w:rsidRDefault="00AC63A4" w:rsidP="00AC63A4">
      <w:pPr>
        <w:pStyle w:val="NoSpacing"/>
        <w:ind w:left="720"/>
      </w:pPr>
    </w:p>
    <w:p w:rsidR="009C4099" w:rsidRDefault="009801D1" w:rsidP="009C4099">
      <w:pPr>
        <w:pStyle w:val="NoSpacing"/>
        <w:numPr>
          <w:ilvl w:val="0"/>
          <w:numId w:val="1"/>
        </w:numPr>
      </w:pPr>
      <w:r>
        <w:t xml:space="preserve">A Price Sheet may be attached to the Bid Invitation.  If so, prices are </w:t>
      </w:r>
      <w:r w:rsidR="00552C95">
        <w:t xml:space="preserve">to be </w:t>
      </w:r>
      <w:r>
        <w:t>entered on the Price Sheet</w:t>
      </w:r>
      <w:r w:rsidR="00552C95">
        <w:t>.  Download t</w:t>
      </w:r>
      <w:r>
        <w:t xml:space="preserve">he Price Sheet </w:t>
      </w:r>
      <w:r w:rsidR="00552C95">
        <w:t>to a l</w:t>
      </w:r>
      <w:r>
        <w:t>ocal Excel file</w:t>
      </w:r>
      <w:r w:rsidR="00552C95">
        <w:t xml:space="preserve"> and c</w:t>
      </w:r>
      <w:r>
        <w:t xml:space="preserve">omplete </w:t>
      </w:r>
      <w:r w:rsidR="00552C95">
        <w:t>it</w:t>
      </w:r>
      <w:r>
        <w:t xml:space="preserve"> accordingly</w:t>
      </w:r>
      <w:r w:rsidR="00552C95">
        <w:t xml:space="preserve">.  Then, </w:t>
      </w:r>
      <w:r>
        <w:t>attach</w:t>
      </w:r>
      <w:r w:rsidR="00552C95">
        <w:t xml:space="preserve"> it </w:t>
      </w:r>
      <w:r>
        <w:t xml:space="preserve"> to the Bid Response</w:t>
      </w:r>
      <w:r w:rsidR="00552C95">
        <w:t xml:space="preserve"> as follows:</w:t>
      </w:r>
    </w:p>
    <w:p w:rsidR="009801D1" w:rsidRDefault="009C4099" w:rsidP="009C4099">
      <w:pPr>
        <w:pStyle w:val="NoSpacing"/>
        <w:ind w:left="720"/>
      </w:pPr>
      <w:r>
        <w:tab/>
      </w:r>
      <w:r w:rsidR="00552C95">
        <w:t>Click the Notes and Attachments tab at the top of the page then click Add Attachment.</w:t>
      </w:r>
      <w:r w:rsidR="001C7BBA">
        <w:br/>
      </w:r>
    </w:p>
    <w:p w:rsidR="00552C95" w:rsidRDefault="00552C95" w:rsidP="00552C95">
      <w:pPr>
        <w:pStyle w:val="NoSpacing"/>
        <w:ind w:left="1440"/>
      </w:pPr>
      <w:r>
        <w:rPr>
          <w:noProof/>
        </w:rPr>
        <w:drawing>
          <wp:inline distT="0" distB="0" distL="0" distR="0">
            <wp:extent cx="3398520" cy="2125980"/>
            <wp:effectExtent l="0" t="0" r="0" b="762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98520" cy="2125980"/>
                    </a:xfrm>
                    <a:prstGeom prst="rect">
                      <a:avLst/>
                    </a:prstGeom>
                    <a:noFill/>
                    <a:ln>
                      <a:noFill/>
                    </a:ln>
                  </pic:spPr>
                </pic:pic>
              </a:graphicData>
            </a:graphic>
          </wp:inline>
        </w:drawing>
      </w:r>
    </w:p>
    <w:p w:rsidR="008B7192" w:rsidRDefault="008B7192" w:rsidP="00552C95">
      <w:pPr>
        <w:pStyle w:val="NoSpacing"/>
        <w:ind w:left="1440"/>
      </w:pPr>
    </w:p>
    <w:p w:rsidR="008B7192" w:rsidRDefault="008B7192" w:rsidP="00552C95">
      <w:pPr>
        <w:pStyle w:val="NoSpacing"/>
        <w:ind w:left="1440"/>
      </w:pPr>
    </w:p>
    <w:p w:rsidR="008B7192" w:rsidRDefault="008B7192" w:rsidP="00552C95">
      <w:pPr>
        <w:pStyle w:val="NoSpacing"/>
        <w:ind w:left="1440"/>
      </w:pPr>
    </w:p>
    <w:p w:rsidR="008B7192" w:rsidRDefault="008B7192" w:rsidP="00552C95">
      <w:pPr>
        <w:pStyle w:val="NoSpacing"/>
        <w:ind w:left="1440"/>
      </w:pPr>
    </w:p>
    <w:p w:rsidR="008B7192" w:rsidRDefault="008B7192" w:rsidP="00552C95">
      <w:pPr>
        <w:pStyle w:val="NoSpacing"/>
        <w:ind w:left="1440"/>
      </w:pPr>
    </w:p>
    <w:p w:rsidR="00552C95" w:rsidRDefault="00552C95" w:rsidP="00552C95">
      <w:pPr>
        <w:pStyle w:val="NoSpacing"/>
        <w:ind w:left="1440"/>
      </w:pPr>
      <w:r>
        <w:lastRenderedPageBreak/>
        <w:t>Browse your computer and select the file (</w:t>
      </w:r>
      <w:r w:rsidR="0052219D">
        <w:t xml:space="preserve">for example, </w:t>
      </w:r>
      <w:r>
        <w:t xml:space="preserve">completed Price Sheet) to be attached to the Bid Response.  Enter a description of the attached file, i.e. Price Sheet, then click the </w:t>
      </w:r>
      <w:r>
        <w:rPr>
          <w:noProof/>
        </w:rPr>
        <w:drawing>
          <wp:inline distT="0" distB="0" distL="0" distR="0" wp14:anchorId="55B07EA9" wp14:editId="3BF2B72C">
            <wp:extent cx="323850" cy="2286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23850" cy="228600"/>
                    </a:xfrm>
                    <a:prstGeom prst="rect">
                      <a:avLst/>
                    </a:prstGeom>
                  </pic:spPr>
                </pic:pic>
              </a:graphicData>
            </a:graphic>
          </wp:inline>
        </w:drawing>
      </w:r>
      <w:r>
        <w:t>button.</w:t>
      </w:r>
    </w:p>
    <w:p w:rsidR="008B7192" w:rsidRDefault="008B7192" w:rsidP="00552C95">
      <w:pPr>
        <w:pStyle w:val="NoSpacing"/>
        <w:ind w:left="1440"/>
      </w:pPr>
    </w:p>
    <w:p w:rsidR="00552C95" w:rsidRDefault="00552C95" w:rsidP="00552C95">
      <w:pPr>
        <w:pStyle w:val="NoSpacing"/>
        <w:ind w:left="1440"/>
      </w:pPr>
      <w:r>
        <w:rPr>
          <w:noProof/>
        </w:rPr>
        <w:drawing>
          <wp:inline distT="0" distB="0" distL="0" distR="0">
            <wp:extent cx="4358640" cy="1668780"/>
            <wp:effectExtent l="0" t="0" r="3810" b="762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58640" cy="1668780"/>
                    </a:xfrm>
                    <a:prstGeom prst="rect">
                      <a:avLst/>
                    </a:prstGeom>
                    <a:noFill/>
                    <a:ln>
                      <a:noFill/>
                    </a:ln>
                  </pic:spPr>
                </pic:pic>
              </a:graphicData>
            </a:graphic>
          </wp:inline>
        </w:drawing>
      </w:r>
    </w:p>
    <w:p w:rsidR="0054766F" w:rsidRDefault="0054766F" w:rsidP="00552C95">
      <w:pPr>
        <w:pStyle w:val="NoSpacing"/>
        <w:ind w:left="1440"/>
      </w:pPr>
    </w:p>
    <w:p w:rsidR="009C4099" w:rsidRDefault="009C4099" w:rsidP="009C4099">
      <w:pPr>
        <w:pStyle w:val="NoSpacing"/>
      </w:pPr>
    </w:p>
    <w:p w:rsidR="00944881" w:rsidRDefault="00944881" w:rsidP="00944881">
      <w:pPr>
        <w:pStyle w:val="NoSpacing"/>
        <w:numPr>
          <w:ilvl w:val="0"/>
          <w:numId w:val="1"/>
        </w:numPr>
        <w:jc w:val="both"/>
      </w:pPr>
      <w:r>
        <w:t>Click on the</w:t>
      </w:r>
      <w:r w:rsidR="00AC63A4">
        <w:t xml:space="preserve"> RFx Information tab at the top of the screen and click on the</w:t>
      </w:r>
      <w:r>
        <w:t xml:space="preserve"> word “Questions”.</w:t>
      </w:r>
    </w:p>
    <w:p w:rsidR="00944881" w:rsidRDefault="00944881" w:rsidP="00944881">
      <w:pPr>
        <w:pStyle w:val="NoSpacing"/>
        <w:ind w:left="720"/>
        <w:jc w:val="center"/>
      </w:pPr>
      <w:r>
        <w:rPr>
          <w:noProof/>
        </w:rPr>
        <w:drawing>
          <wp:inline distT="0" distB="0" distL="0" distR="0" wp14:anchorId="48D1BDC7" wp14:editId="316A4D57">
            <wp:extent cx="3939540" cy="457200"/>
            <wp:effectExtent l="0" t="0" r="381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39540" cy="457200"/>
                    </a:xfrm>
                    <a:prstGeom prst="rect">
                      <a:avLst/>
                    </a:prstGeom>
                    <a:noFill/>
                    <a:ln>
                      <a:noFill/>
                    </a:ln>
                  </pic:spPr>
                </pic:pic>
              </a:graphicData>
            </a:graphic>
          </wp:inline>
        </w:drawing>
      </w:r>
    </w:p>
    <w:p w:rsidR="0054766F" w:rsidRDefault="0054766F" w:rsidP="00944881">
      <w:pPr>
        <w:pStyle w:val="NoSpacing"/>
        <w:ind w:left="720"/>
        <w:jc w:val="center"/>
      </w:pPr>
    </w:p>
    <w:p w:rsidR="00944881" w:rsidRDefault="00944881" w:rsidP="00944881">
      <w:pPr>
        <w:pStyle w:val="NoSpacing"/>
        <w:ind w:left="720"/>
        <w:jc w:val="both"/>
      </w:pPr>
    </w:p>
    <w:p w:rsidR="00944881" w:rsidRDefault="00944881" w:rsidP="00944881">
      <w:pPr>
        <w:pStyle w:val="NoSpacing"/>
        <w:numPr>
          <w:ilvl w:val="0"/>
          <w:numId w:val="1"/>
        </w:numPr>
        <w:jc w:val="both"/>
      </w:pPr>
      <w:r>
        <w:t xml:space="preserve">Answer the questions presented.  Questions with a red </w:t>
      </w:r>
      <w:r w:rsidRPr="00651C29">
        <w:rPr>
          <w:color w:val="FF0000"/>
        </w:rPr>
        <w:t>*</w:t>
      </w:r>
      <w:r>
        <w:t xml:space="preserve"> are required and must be answered. </w:t>
      </w:r>
    </w:p>
    <w:p w:rsidR="00944881" w:rsidRDefault="00944881" w:rsidP="00944881">
      <w:pPr>
        <w:pStyle w:val="NoSpacing"/>
        <w:jc w:val="center"/>
      </w:pPr>
      <w:r>
        <w:rPr>
          <w:noProof/>
        </w:rPr>
        <w:drawing>
          <wp:inline distT="0" distB="0" distL="0" distR="0" wp14:anchorId="5625D879" wp14:editId="04EE79F2">
            <wp:extent cx="5943600" cy="8636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3600" cy="863600"/>
                    </a:xfrm>
                    <a:prstGeom prst="rect">
                      <a:avLst/>
                    </a:prstGeom>
                  </pic:spPr>
                </pic:pic>
              </a:graphicData>
            </a:graphic>
          </wp:inline>
        </w:drawing>
      </w:r>
    </w:p>
    <w:p w:rsidR="00944881" w:rsidRDefault="00944881" w:rsidP="00944881">
      <w:pPr>
        <w:pStyle w:val="NoSpacing"/>
        <w:jc w:val="center"/>
      </w:pPr>
    </w:p>
    <w:p w:rsidR="009C4099" w:rsidRPr="009C4099" w:rsidRDefault="009C4099" w:rsidP="00AC63A4">
      <w:pPr>
        <w:pStyle w:val="ListParagraph"/>
        <w:numPr>
          <w:ilvl w:val="0"/>
          <w:numId w:val="1"/>
        </w:numPr>
      </w:pPr>
      <w:r w:rsidRPr="009C4099">
        <w:t>Once all notes and attachments are reviewed, all questions are answered and all prices are entered click the</w:t>
      </w:r>
      <w:r>
        <w:t xml:space="preserve"> </w:t>
      </w:r>
      <w:r>
        <w:rPr>
          <w:noProof/>
        </w:rPr>
        <w:drawing>
          <wp:inline distT="0" distB="0" distL="0" distR="0" wp14:anchorId="4A19EC81" wp14:editId="20AB5667">
            <wp:extent cx="571500" cy="25717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1500" cy="257175"/>
                    </a:xfrm>
                    <a:prstGeom prst="rect">
                      <a:avLst/>
                    </a:prstGeom>
                  </pic:spPr>
                </pic:pic>
              </a:graphicData>
            </a:graphic>
          </wp:inline>
        </w:drawing>
      </w:r>
      <w:r w:rsidRPr="009C4099">
        <w:t xml:space="preserve"> button at the top of the page.  Any red error messages must be cleared before the bid response can be submitted.</w:t>
      </w:r>
      <w:r w:rsidR="005F2DFF">
        <w:t xml:space="preserve">  If errors are present, correct any errors and click </w:t>
      </w:r>
      <w:r w:rsidR="005F2DFF">
        <w:rPr>
          <w:noProof/>
        </w:rPr>
        <w:drawing>
          <wp:inline distT="0" distB="0" distL="0" distR="0" wp14:anchorId="5F6CCA4E" wp14:editId="6B99FFF4">
            <wp:extent cx="571500" cy="2571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71500" cy="257175"/>
                    </a:xfrm>
                    <a:prstGeom prst="rect">
                      <a:avLst/>
                    </a:prstGeom>
                  </pic:spPr>
                </pic:pic>
              </a:graphicData>
            </a:graphic>
          </wp:inline>
        </w:drawing>
      </w:r>
      <w:r w:rsidR="005F2DFF">
        <w:t xml:space="preserve"> again.</w:t>
      </w:r>
    </w:p>
    <w:p w:rsidR="009C4099" w:rsidRDefault="009C4099" w:rsidP="00AC63A4">
      <w:pPr>
        <w:pStyle w:val="NoSpacing"/>
        <w:numPr>
          <w:ilvl w:val="0"/>
          <w:numId w:val="1"/>
        </w:numPr>
      </w:pPr>
      <w:r>
        <w:t xml:space="preserve">The following message will be presented if there are no errors:  </w:t>
      </w:r>
      <w:r>
        <w:rPr>
          <w:noProof/>
        </w:rPr>
        <w:drawing>
          <wp:inline distT="0" distB="0" distL="0" distR="0" wp14:anchorId="3683586D" wp14:editId="5A2AEF2B">
            <wp:extent cx="2695575" cy="32385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695575" cy="323850"/>
                    </a:xfrm>
                    <a:prstGeom prst="rect">
                      <a:avLst/>
                    </a:prstGeom>
                  </pic:spPr>
                </pic:pic>
              </a:graphicData>
            </a:graphic>
          </wp:inline>
        </w:drawing>
      </w:r>
    </w:p>
    <w:p w:rsidR="009C4099" w:rsidRDefault="009C4099" w:rsidP="00AC63A4">
      <w:pPr>
        <w:pStyle w:val="NoSpacing"/>
        <w:numPr>
          <w:ilvl w:val="0"/>
          <w:numId w:val="1"/>
        </w:numPr>
      </w:pPr>
      <w:r>
        <w:t xml:space="preserve">Click the </w:t>
      </w:r>
      <w:r>
        <w:rPr>
          <w:noProof/>
        </w:rPr>
        <w:drawing>
          <wp:inline distT="0" distB="0" distL="0" distR="0" wp14:anchorId="5F5D1A9D" wp14:editId="61F615C4">
            <wp:extent cx="514350" cy="28575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514350" cy="285750"/>
                    </a:xfrm>
                    <a:prstGeom prst="rect">
                      <a:avLst/>
                    </a:prstGeom>
                  </pic:spPr>
                </pic:pic>
              </a:graphicData>
            </a:graphic>
          </wp:inline>
        </w:drawing>
      </w:r>
      <w:r>
        <w:t xml:space="preserve"> button at the top of the page to submit your Bid Response.  </w:t>
      </w:r>
      <w:r w:rsidR="0054766F">
        <w:br/>
      </w:r>
    </w:p>
    <w:p w:rsidR="009C4099" w:rsidRDefault="009C4099" w:rsidP="00AC63A4">
      <w:pPr>
        <w:pStyle w:val="NoSpacing"/>
        <w:numPr>
          <w:ilvl w:val="0"/>
          <w:numId w:val="1"/>
        </w:numPr>
      </w:pPr>
      <w:r>
        <w:t xml:space="preserve">A message will be presented with the RFx (Bid) Response number showing it has been submitted.  </w:t>
      </w:r>
    </w:p>
    <w:p w:rsidR="009C4099" w:rsidRDefault="009C4099" w:rsidP="009C4099">
      <w:pPr>
        <w:pStyle w:val="NoSpacing"/>
        <w:ind w:left="1080"/>
      </w:pPr>
      <w:r>
        <w:rPr>
          <w:noProof/>
        </w:rPr>
        <w:drawing>
          <wp:inline distT="0" distB="0" distL="0" distR="0" wp14:anchorId="4C8CB98A" wp14:editId="734CCAB0">
            <wp:extent cx="2076450" cy="3524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076450" cy="352425"/>
                    </a:xfrm>
                    <a:prstGeom prst="rect">
                      <a:avLst/>
                    </a:prstGeom>
                  </pic:spPr>
                </pic:pic>
              </a:graphicData>
            </a:graphic>
          </wp:inline>
        </w:drawing>
      </w:r>
    </w:p>
    <w:p w:rsidR="009C4099" w:rsidRDefault="009C4099" w:rsidP="00AC63A4">
      <w:pPr>
        <w:pStyle w:val="NoSpacing"/>
        <w:numPr>
          <w:ilvl w:val="0"/>
          <w:numId w:val="1"/>
        </w:numPr>
      </w:pPr>
      <w:r>
        <w:t xml:space="preserve">Click the </w:t>
      </w:r>
      <w:r>
        <w:rPr>
          <w:noProof/>
        </w:rPr>
        <w:drawing>
          <wp:inline distT="0" distB="0" distL="0" distR="0" wp14:anchorId="295C98DD" wp14:editId="2736E6E4">
            <wp:extent cx="466725" cy="266700"/>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466725" cy="266700"/>
                    </a:xfrm>
                    <a:prstGeom prst="rect">
                      <a:avLst/>
                    </a:prstGeom>
                  </pic:spPr>
                </pic:pic>
              </a:graphicData>
            </a:graphic>
          </wp:inline>
        </w:drawing>
      </w:r>
      <w:r>
        <w:t xml:space="preserve"> button to exit the Bid Response.  The Bid Invitation is displayed.</w:t>
      </w:r>
    </w:p>
    <w:p w:rsidR="009C4099" w:rsidRDefault="009C4099" w:rsidP="00AC63A4">
      <w:pPr>
        <w:pStyle w:val="NoSpacing"/>
        <w:numPr>
          <w:ilvl w:val="0"/>
          <w:numId w:val="1"/>
        </w:numPr>
      </w:pPr>
      <w:r>
        <w:lastRenderedPageBreak/>
        <w:t xml:space="preserve">Click the </w:t>
      </w:r>
      <w:r>
        <w:rPr>
          <w:noProof/>
        </w:rPr>
        <w:drawing>
          <wp:inline distT="0" distB="0" distL="0" distR="0" wp14:anchorId="42EF8007" wp14:editId="3E377D36">
            <wp:extent cx="314325" cy="257175"/>
            <wp:effectExtent l="0" t="0" r="9525"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314325" cy="257175"/>
                    </a:xfrm>
                    <a:prstGeom prst="rect">
                      <a:avLst/>
                    </a:prstGeom>
                  </pic:spPr>
                </pic:pic>
              </a:graphicData>
            </a:graphic>
          </wp:inline>
        </w:drawing>
      </w:r>
      <w:r>
        <w:t>button to refresh the screen.</w:t>
      </w:r>
      <w:r w:rsidR="0054766F">
        <w:br/>
      </w:r>
    </w:p>
    <w:p w:rsidR="009C4099" w:rsidRDefault="009C4099" w:rsidP="00AC63A4">
      <w:pPr>
        <w:pStyle w:val="NoSpacing"/>
        <w:numPr>
          <w:ilvl w:val="0"/>
          <w:numId w:val="1"/>
        </w:numPr>
      </w:pPr>
      <w:r>
        <w:t xml:space="preserve">Your RFx (Bid) Response number is shown in the upper right section of the screen.  It is a link to your Bid Response.  </w:t>
      </w:r>
      <w:r w:rsidR="00173EC6">
        <w:t xml:space="preserve">It is not necessary to open your Bid Response again.  But if you wish to access your Bid Response </w:t>
      </w:r>
      <w:r>
        <w:t>Click</w:t>
      </w:r>
      <w:r w:rsidR="00173EC6">
        <w:t xml:space="preserve"> on</w:t>
      </w:r>
      <w:r>
        <w:t xml:space="preserve"> the Bid Response Number</w:t>
      </w:r>
      <w:r w:rsidR="00173EC6">
        <w:t xml:space="preserve"> link.  </w:t>
      </w:r>
    </w:p>
    <w:p w:rsidR="009F6090" w:rsidRDefault="00173EC6" w:rsidP="00173EC6">
      <w:pPr>
        <w:pStyle w:val="NoSpacing"/>
        <w:ind w:left="1080"/>
      </w:pPr>
      <w:r>
        <w:rPr>
          <w:noProof/>
        </w:rPr>
        <w:drawing>
          <wp:inline distT="0" distB="0" distL="0" distR="0">
            <wp:extent cx="5943600" cy="472440"/>
            <wp:effectExtent l="0" t="0" r="0" b="381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inline>
        </w:drawing>
      </w:r>
    </w:p>
    <w:p w:rsidR="009F6090" w:rsidRDefault="009F6090" w:rsidP="00173EC6">
      <w:pPr>
        <w:pStyle w:val="NoSpacing"/>
        <w:ind w:left="1080"/>
      </w:pPr>
    </w:p>
    <w:p w:rsidR="00173EC6" w:rsidRDefault="00173EC6" w:rsidP="009F6090">
      <w:pPr>
        <w:pStyle w:val="NoSpacing"/>
        <w:ind w:left="720"/>
      </w:pPr>
      <w:r>
        <w:t>Note:  For future access to your Bid Response go to</w:t>
      </w:r>
      <w:r w:rsidR="009F6090">
        <w:t xml:space="preserve"> the</w:t>
      </w:r>
      <w:r>
        <w:t xml:space="preserve"> LaPac</w:t>
      </w:r>
      <w:r w:rsidR="009F6090">
        <w:t xml:space="preserve"> website</w:t>
      </w:r>
      <w:r>
        <w:t xml:space="preserve"> and locate the Bid Invitation number.  Open the link to on the Bid Invitation, Log into the LAGOV Vendor portal as you did at the beginning of this process.  The Bid Invitation opens and your RFx (Bid) Response number will be available.</w:t>
      </w:r>
      <w:r w:rsidR="001C7BBA">
        <w:br/>
      </w:r>
    </w:p>
    <w:p w:rsidR="00173EC6" w:rsidRDefault="00173EC6" w:rsidP="00AC63A4">
      <w:pPr>
        <w:pStyle w:val="NoSpacing"/>
        <w:numPr>
          <w:ilvl w:val="0"/>
          <w:numId w:val="1"/>
        </w:numPr>
      </w:pPr>
      <w:r>
        <w:t xml:space="preserve">Click the </w:t>
      </w:r>
      <w:r>
        <w:rPr>
          <w:noProof/>
        </w:rPr>
        <w:drawing>
          <wp:inline distT="0" distB="0" distL="0" distR="0" wp14:anchorId="581DE19F" wp14:editId="4E532BE5">
            <wp:extent cx="457200" cy="219075"/>
            <wp:effectExtent l="0" t="0" r="0"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457200" cy="219075"/>
                    </a:xfrm>
                    <a:prstGeom prst="rect">
                      <a:avLst/>
                    </a:prstGeom>
                  </pic:spPr>
                </pic:pic>
              </a:graphicData>
            </a:graphic>
          </wp:inline>
        </w:drawing>
      </w:r>
      <w:r>
        <w:t>button to exit the Bid Invitation.</w:t>
      </w:r>
      <w:r w:rsidR="0054766F">
        <w:br/>
      </w:r>
    </w:p>
    <w:p w:rsidR="00173EC6" w:rsidRDefault="00173EC6" w:rsidP="00AC63A4">
      <w:pPr>
        <w:pStyle w:val="NoSpacing"/>
        <w:numPr>
          <w:ilvl w:val="0"/>
          <w:numId w:val="1"/>
        </w:numPr>
      </w:pPr>
      <w:r>
        <w:t>The process is complete.</w:t>
      </w:r>
    </w:p>
    <w:p w:rsidR="002222CF" w:rsidRDefault="002222CF" w:rsidP="002222CF">
      <w:pPr>
        <w:pStyle w:val="NoSpacing"/>
      </w:pPr>
    </w:p>
    <w:p w:rsidR="002222CF" w:rsidRDefault="002222CF" w:rsidP="002222CF">
      <w:pPr>
        <w:pStyle w:val="NoSpacing"/>
      </w:pPr>
      <w:r w:rsidRPr="005F2DFF">
        <w:rPr>
          <w:b/>
        </w:rPr>
        <w:t>Other Information</w:t>
      </w:r>
      <w:r>
        <w:t>:</w:t>
      </w:r>
    </w:p>
    <w:p w:rsidR="002222CF" w:rsidRDefault="00A551F5" w:rsidP="002222CF">
      <w:pPr>
        <w:pStyle w:val="NoSpacing"/>
        <w:numPr>
          <w:ilvl w:val="0"/>
          <w:numId w:val="9"/>
        </w:numPr>
      </w:pPr>
      <w:r>
        <w:t>The</w:t>
      </w:r>
      <w:r w:rsidR="002222CF">
        <w:t xml:space="preserve"> Bid Response may be viewed by the submitter anytime by accessing the Bid Invitation on the LaPac website.</w:t>
      </w:r>
      <w:r w:rsidR="005F2DFF">
        <w:t xml:space="preserve">  See step 27 above.</w:t>
      </w:r>
    </w:p>
    <w:p w:rsidR="007A258B" w:rsidRDefault="00706543" w:rsidP="002222CF">
      <w:pPr>
        <w:pStyle w:val="NoSpacing"/>
        <w:numPr>
          <w:ilvl w:val="0"/>
          <w:numId w:val="9"/>
        </w:numPr>
      </w:pPr>
      <w:r>
        <w:t xml:space="preserve">If you </w:t>
      </w:r>
      <w:r w:rsidR="007A258B">
        <w:t>receive notification of an addendum or change to the Bid Invitation, the submitter is responsible for editing the Bid Response and resubmitting if any changes are done.</w:t>
      </w:r>
      <w:r w:rsidR="005F2DFF">
        <w:t xml:space="preserve">  Follow steps 1 – 4 to access the Bid Invitation.  </w:t>
      </w:r>
    </w:p>
    <w:p w:rsidR="005F2DFF" w:rsidRDefault="005F2DFF" w:rsidP="005F2DFF">
      <w:pPr>
        <w:pStyle w:val="NoSpacing"/>
        <w:numPr>
          <w:ilvl w:val="0"/>
          <w:numId w:val="9"/>
        </w:numPr>
      </w:pPr>
      <w:r>
        <w:t xml:space="preserve">The submitter of the bid may change the bid any time prior to the bid opening date by accessing the Bid Response and clicking the </w:t>
      </w:r>
      <w:r>
        <w:rPr>
          <w:noProof/>
        </w:rPr>
        <w:drawing>
          <wp:inline distT="0" distB="0" distL="0" distR="0" wp14:anchorId="5C8175C0" wp14:editId="6D8F27A1">
            <wp:extent cx="465667" cy="2286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469677" cy="230568"/>
                    </a:xfrm>
                    <a:prstGeom prst="rect">
                      <a:avLst/>
                    </a:prstGeom>
                  </pic:spPr>
                </pic:pic>
              </a:graphicData>
            </a:graphic>
          </wp:inline>
        </w:drawing>
      </w:r>
      <w:r>
        <w:t xml:space="preserve">button.  If the Bid Response is edited it </w:t>
      </w:r>
      <w:r w:rsidRPr="005F2DFF">
        <w:rPr>
          <w:u w:val="single"/>
        </w:rPr>
        <w:t>MUST be SUBMITTED</w:t>
      </w:r>
      <w:r>
        <w:t xml:space="preserve"> again.</w:t>
      </w:r>
    </w:p>
    <w:p w:rsidR="007A258B" w:rsidRDefault="007A258B" w:rsidP="002222CF">
      <w:pPr>
        <w:pStyle w:val="NoSpacing"/>
        <w:numPr>
          <w:ilvl w:val="0"/>
          <w:numId w:val="9"/>
        </w:numPr>
      </w:pPr>
      <w:r>
        <w:t xml:space="preserve">The Bid Response can be saved by clicking the </w:t>
      </w:r>
      <w:r>
        <w:rPr>
          <w:noProof/>
        </w:rPr>
        <w:drawing>
          <wp:inline distT="0" distB="0" distL="0" distR="0" wp14:anchorId="797A7487" wp14:editId="3B68B1FA">
            <wp:extent cx="476250" cy="304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476250" cy="304800"/>
                    </a:xfrm>
                    <a:prstGeom prst="rect">
                      <a:avLst/>
                    </a:prstGeom>
                  </pic:spPr>
                </pic:pic>
              </a:graphicData>
            </a:graphic>
          </wp:inline>
        </w:drawing>
      </w:r>
      <w:r>
        <w:t xml:space="preserve">button.  This might be used if the submitter is partially finished with the Bid Response and will add more information at a later time.  </w:t>
      </w:r>
      <w:r w:rsidRPr="007A258B">
        <w:rPr>
          <w:u w:val="single"/>
        </w:rPr>
        <w:t>Important note</w:t>
      </w:r>
      <w:r>
        <w:t>, saving the Bid Response does not submit the Bid Response for bid consideration.  It MUST be SUBMITTED.</w:t>
      </w:r>
    </w:p>
    <w:p w:rsidR="002222CF" w:rsidRDefault="002222CF" w:rsidP="002222CF">
      <w:pPr>
        <w:pStyle w:val="NoSpacing"/>
        <w:numPr>
          <w:ilvl w:val="0"/>
          <w:numId w:val="9"/>
        </w:numPr>
      </w:pPr>
      <w:r>
        <w:t>The submitter of the bid may withdraw the bid any time prior to the bid opening date by accessing the Bid Response and click</w:t>
      </w:r>
      <w:r w:rsidR="00124B00">
        <w:t>ing</w:t>
      </w:r>
      <w:r>
        <w:t xml:space="preserve"> the </w:t>
      </w:r>
      <w:r>
        <w:rPr>
          <w:noProof/>
        </w:rPr>
        <w:drawing>
          <wp:inline distT="0" distB="0" distL="0" distR="0" wp14:anchorId="4C2E7A55" wp14:editId="332E04DE">
            <wp:extent cx="594053" cy="28829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602472" cy="292376"/>
                    </a:xfrm>
                    <a:prstGeom prst="rect">
                      <a:avLst/>
                    </a:prstGeom>
                  </pic:spPr>
                </pic:pic>
              </a:graphicData>
            </a:graphic>
          </wp:inline>
        </w:drawing>
      </w:r>
      <w:r>
        <w:t>button.</w:t>
      </w:r>
    </w:p>
    <w:p w:rsidR="002222CF" w:rsidRDefault="00124B00" w:rsidP="002222CF">
      <w:pPr>
        <w:pStyle w:val="NoSpacing"/>
        <w:numPr>
          <w:ilvl w:val="0"/>
          <w:numId w:val="9"/>
        </w:numPr>
      </w:pPr>
      <w:r>
        <w:t>The State of Louisiana buye</w:t>
      </w:r>
      <w:r w:rsidR="005F2DFF">
        <w:t>r does not have access to your B</w:t>
      </w:r>
      <w:r>
        <w:t xml:space="preserve">id </w:t>
      </w:r>
      <w:r w:rsidR="005F2DFF">
        <w:t>R</w:t>
      </w:r>
      <w:r>
        <w:t>esponse until after the bid opening date has passed.</w:t>
      </w:r>
    </w:p>
    <w:p w:rsidR="009C4099" w:rsidRDefault="005F2DFF" w:rsidP="007F23B8">
      <w:pPr>
        <w:pStyle w:val="NoSpacing"/>
        <w:numPr>
          <w:ilvl w:val="0"/>
          <w:numId w:val="9"/>
        </w:numPr>
      </w:pPr>
      <w:r>
        <w:t>Only the submitter of the B</w:t>
      </w:r>
      <w:r w:rsidR="00124B00">
        <w:t xml:space="preserve">id </w:t>
      </w:r>
      <w:r>
        <w:t>R</w:t>
      </w:r>
      <w:r w:rsidR="00124B00">
        <w:t>esponse can view it</w:t>
      </w:r>
      <w:r w:rsidR="008145D6">
        <w:t xml:space="preserve"> before the bid opening date</w:t>
      </w:r>
      <w:r w:rsidR="00124B00">
        <w:t>.  It is n</w:t>
      </w:r>
      <w:r w:rsidR="008145D6">
        <w:t>ever</w:t>
      </w:r>
      <w:r w:rsidR="00124B00">
        <w:t xml:space="preserve"> available to other vendors</w:t>
      </w:r>
      <w:r w:rsidR="008145D6">
        <w:t xml:space="preserve">.  </w:t>
      </w:r>
      <w:r w:rsidR="00124B00">
        <w:t>Procurement employees at the State of Louisiana</w:t>
      </w:r>
      <w:r w:rsidR="008145D6">
        <w:t xml:space="preserve"> can view the bid after the bid opening date</w:t>
      </w:r>
      <w:r w:rsidR="00124B00">
        <w:t>.</w:t>
      </w:r>
    </w:p>
    <w:p w:rsidR="005F2DFF" w:rsidRDefault="005F2DFF" w:rsidP="005F2DFF">
      <w:pPr>
        <w:pStyle w:val="NoSpacing"/>
      </w:pPr>
    </w:p>
    <w:p w:rsidR="008B7192" w:rsidRDefault="008B7192" w:rsidP="005F2DFF">
      <w:pPr>
        <w:pStyle w:val="NoSpacing"/>
        <w:rPr>
          <w:b/>
        </w:rPr>
      </w:pPr>
    </w:p>
    <w:p w:rsidR="008B7192" w:rsidRDefault="008B7192" w:rsidP="005F2DFF">
      <w:pPr>
        <w:pStyle w:val="NoSpacing"/>
        <w:rPr>
          <w:b/>
        </w:rPr>
      </w:pPr>
    </w:p>
    <w:p w:rsidR="008B7192" w:rsidRDefault="008B7192" w:rsidP="005F2DFF">
      <w:pPr>
        <w:pStyle w:val="NoSpacing"/>
        <w:rPr>
          <w:b/>
        </w:rPr>
      </w:pPr>
    </w:p>
    <w:p w:rsidR="008B7192" w:rsidRDefault="008B7192" w:rsidP="005F2DFF">
      <w:pPr>
        <w:pStyle w:val="NoSpacing"/>
        <w:rPr>
          <w:b/>
        </w:rPr>
      </w:pPr>
    </w:p>
    <w:p w:rsidR="008B7192" w:rsidRDefault="008B7192" w:rsidP="005F2DFF">
      <w:pPr>
        <w:pStyle w:val="NoSpacing"/>
        <w:rPr>
          <w:b/>
        </w:rPr>
      </w:pPr>
    </w:p>
    <w:p w:rsidR="008B7192" w:rsidRDefault="008B7192" w:rsidP="005F2DFF">
      <w:pPr>
        <w:pStyle w:val="NoSpacing"/>
        <w:rPr>
          <w:b/>
        </w:rPr>
      </w:pPr>
    </w:p>
    <w:p w:rsidR="005F2DFF" w:rsidRDefault="005F2DFF" w:rsidP="005F2DFF">
      <w:pPr>
        <w:pStyle w:val="NoSpacing"/>
        <w:rPr>
          <w:b/>
        </w:rPr>
      </w:pPr>
      <w:r w:rsidRPr="005F2DFF">
        <w:rPr>
          <w:b/>
        </w:rPr>
        <w:lastRenderedPageBreak/>
        <w:t>Notes and Attachments – Additional Information</w:t>
      </w:r>
    </w:p>
    <w:p w:rsidR="005F2DFF" w:rsidRDefault="005F2DFF" w:rsidP="005F2DFF">
      <w:pPr>
        <w:pStyle w:val="NoSpacing"/>
        <w:rPr>
          <w:b/>
        </w:rPr>
      </w:pPr>
    </w:p>
    <w:p w:rsidR="005F2DFF" w:rsidRDefault="005F2DFF" w:rsidP="005F2DFF">
      <w:pPr>
        <w:pStyle w:val="NoSpacing"/>
      </w:pPr>
      <w:r>
        <w:t>There are three places on the Bid Response that may contain information on notes and attachments.</w:t>
      </w:r>
    </w:p>
    <w:p w:rsidR="005F2DFF" w:rsidRDefault="005F2DFF" w:rsidP="005F2DFF">
      <w:pPr>
        <w:pStyle w:val="NoSpacing"/>
      </w:pPr>
    </w:p>
    <w:p w:rsidR="00354686" w:rsidRPr="002D2D30" w:rsidRDefault="002D2D30" w:rsidP="00354686">
      <w:pPr>
        <w:pStyle w:val="NoSpacing"/>
        <w:numPr>
          <w:ilvl w:val="0"/>
          <w:numId w:val="10"/>
        </w:numPr>
        <w:rPr>
          <w:b/>
        </w:rPr>
      </w:pPr>
      <w:r w:rsidRPr="002D2D30">
        <w:rPr>
          <w:b/>
        </w:rPr>
        <w:t>RFx Information→Notes and Attachments</w:t>
      </w:r>
      <w:r>
        <w:rPr>
          <w:b/>
        </w:rPr>
        <w:t xml:space="preserve">   </w:t>
      </w:r>
      <w:r>
        <w:t>This area contains header level notes and attachments that come from the Bid Invitation.  Header level notes apply to everything in the Bid Invitation – they are not line item specific.</w:t>
      </w:r>
    </w:p>
    <w:p w:rsidR="00354686" w:rsidRDefault="00354686" w:rsidP="005F2DFF">
      <w:pPr>
        <w:pStyle w:val="NoSpacing"/>
      </w:pPr>
    </w:p>
    <w:p w:rsidR="005F2DFF" w:rsidRDefault="00354686" w:rsidP="002D2D30">
      <w:pPr>
        <w:pStyle w:val="NoSpacing"/>
        <w:jc w:val="center"/>
      </w:pPr>
      <w:r>
        <w:rPr>
          <w:noProof/>
        </w:rPr>
        <w:drawing>
          <wp:inline distT="0" distB="0" distL="0" distR="0">
            <wp:extent cx="3931920" cy="11963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931920" cy="1196340"/>
                    </a:xfrm>
                    <a:prstGeom prst="rect">
                      <a:avLst/>
                    </a:prstGeom>
                    <a:noFill/>
                    <a:ln>
                      <a:noFill/>
                    </a:ln>
                  </pic:spPr>
                </pic:pic>
              </a:graphicData>
            </a:graphic>
          </wp:inline>
        </w:drawing>
      </w:r>
    </w:p>
    <w:p w:rsidR="002D2D30" w:rsidRDefault="0054766F" w:rsidP="002D2D30">
      <w:pPr>
        <w:pStyle w:val="NoSpacing"/>
        <w:jc w:val="center"/>
      </w:pPr>
      <w:r>
        <w:br/>
      </w:r>
      <w:r>
        <w:br/>
      </w:r>
    </w:p>
    <w:p w:rsidR="002D2D30" w:rsidRPr="000845EC" w:rsidRDefault="002D2D30" w:rsidP="002D2D30">
      <w:pPr>
        <w:pStyle w:val="NoSpacing"/>
        <w:numPr>
          <w:ilvl w:val="0"/>
          <w:numId w:val="10"/>
        </w:numPr>
        <w:rPr>
          <w:b/>
        </w:rPr>
      </w:pPr>
      <w:r w:rsidRPr="002D2D30">
        <w:rPr>
          <w:b/>
        </w:rPr>
        <w:t>Notes and Attachments tab</w:t>
      </w:r>
      <w:r>
        <w:rPr>
          <w:b/>
        </w:rPr>
        <w:t xml:space="preserve">  </w:t>
      </w:r>
      <w:r>
        <w:t>This area con</w:t>
      </w:r>
      <w:r w:rsidR="007C6C7A">
        <w:t>tains both header and line item specific</w:t>
      </w:r>
      <w:r>
        <w:t xml:space="preserve"> notes</w:t>
      </w:r>
      <w:r w:rsidR="007C6C7A">
        <w:t xml:space="preserve">.  It also contains </w:t>
      </w:r>
      <w:r>
        <w:t>attachments that are added to the RFX Bid Response Document.</w:t>
      </w:r>
    </w:p>
    <w:p w:rsidR="000845EC" w:rsidRDefault="000845EC" w:rsidP="000845EC">
      <w:pPr>
        <w:pStyle w:val="NoSpacing"/>
      </w:pPr>
    </w:p>
    <w:p w:rsidR="000845EC" w:rsidRDefault="000845EC" w:rsidP="000845EC">
      <w:pPr>
        <w:pStyle w:val="NoSpacing"/>
        <w:jc w:val="center"/>
        <w:rPr>
          <w:b/>
        </w:rPr>
      </w:pPr>
      <w:r>
        <w:rPr>
          <w:b/>
          <w:noProof/>
        </w:rPr>
        <w:drawing>
          <wp:inline distT="0" distB="0" distL="0" distR="0">
            <wp:extent cx="3893820" cy="10134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893820" cy="1013460"/>
                    </a:xfrm>
                    <a:prstGeom prst="rect">
                      <a:avLst/>
                    </a:prstGeom>
                    <a:noFill/>
                    <a:ln>
                      <a:noFill/>
                    </a:ln>
                  </pic:spPr>
                </pic:pic>
              </a:graphicData>
            </a:graphic>
          </wp:inline>
        </w:drawing>
      </w:r>
    </w:p>
    <w:p w:rsidR="000845EC" w:rsidRDefault="000845EC" w:rsidP="000845EC">
      <w:pPr>
        <w:pStyle w:val="NoSpacing"/>
        <w:jc w:val="center"/>
        <w:rPr>
          <w:b/>
        </w:rPr>
      </w:pPr>
    </w:p>
    <w:p w:rsidR="008B7192" w:rsidRDefault="008B7192" w:rsidP="000845EC">
      <w:pPr>
        <w:pStyle w:val="NoSpacing"/>
        <w:jc w:val="center"/>
        <w:rPr>
          <w:b/>
        </w:rPr>
      </w:pPr>
    </w:p>
    <w:p w:rsidR="008B7192" w:rsidRDefault="008B7192" w:rsidP="000845EC">
      <w:pPr>
        <w:pStyle w:val="NoSpacing"/>
        <w:jc w:val="center"/>
        <w:rPr>
          <w:b/>
        </w:rPr>
      </w:pPr>
    </w:p>
    <w:p w:rsidR="008B7192" w:rsidRDefault="008B7192" w:rsidP="000845EC">
      <w:pPr>
        <w:pStyle w:val="NoSpacing"/>
        <w:jc w:val="center"/>
        <w:rPr>
          <w:b/>
        </w:rPr>
      </w:pPr>
    </w:p>
    <w:p w:rsidR="008B7192" w:rsidRDefault="008B7192" w:rsidP="000845EC">
      <w:pPr>
        <w:pStyle w:val="NoSpacing"/>
        <w:jc w:val="center"/>
        <w:rPr>
          <w:b/>
        </w:rPr>
      </w:pPr>
    </w:p>
    <w:p w:rsidR="008B7192" w:rsidRDefault="008B7192" w:rsidP="000845EC">
      <w:pPr>
        <w:pStyle w:val="NoSpacing"/>
        <w:jc w:val="center"/>
        <w:rPr>
          <w:b/>
        </w:rPr>
      </w:pPr>
    </w:p>
    <w:p w:rsidR="008B7192" w:rsidRDefault="008B7192" w:rsidP="000845EC">
      <w:pPr>
        <w:pStyle w:val="NoSpacing"/>
        <w:jc w:val="center"/>
        <w:rPr>
          <w:b/>
        </w:rPr>
      </w:pPr>
    </w:p>
    <w:p w:rsidR="008B7192" w:rsidRDefault="008B7192" w:rsidP="000845EC">
      <w:pPr>
        <w:pStyle w:val="NoSpacing"/>
        <w:jc w:val="center"/>
        <w:rPr>
          <w:b/>
        </w:rPr>
      </w:pPr>
    </w:p>
    <w:p w:rsidR="008B7192" w:rsidRDefault="008B7192" w:rsidP="000845EC">
      <w:pPr>
        <w:pStyle w:val="NoSpacing"/>
        <w:jc w:val="center"/>
        <w:rPr>
          <w:b/>
        </w:rPr>
      </w:pPr>
    </w:p>
    <w:p w:rsidR="008B7192" w:rsidRDefault="008B7192" w:rsidP="000845EC">
      <w:pPr>
        <w:pStyle w:val="NoSpacing"/>
        <w:jc w:val="center"/>
        <w:rPr>
          <w:b/>
        </w:rPr>
      </w:pPr>
    </w:p>
    <w:p w:rsidR="008B7192" w:rsidRDefault="008B7192" w:rsidP="000845EC">
      <w:pPr>
        <w:pStyle w:val="NoSpacing"/>
        <w:jc w:val="center"/>
        <w:rPr>
          <w:b/>
        </w:rPr>
      </w:pPr>
    </w:p>
    <w:p w:rsidR="008B7192" w:rsidRDefault="008B7192" w:rsidP="000845EC">
      <w:pPr>
        <w:pStyle w:val="NoSpacing"/>
        <w:jc w:val="center"/>
        <w:rPr>
          <w:b/>
        </w:rPr>
      </w:pPr>
    </w:p>
    <w:p w:rsidR="008B7192" w:rsidRDefault="008B7192" w:rsidP="000845EC">
      <w:pPr>
        <w:pStyle w:val="NoSpacing"/>
        <w:jc w:val="center"/>
        <w:rPr>
          <w:b/>
        </w:rPr>
      </w:pPr>
    </w:p>
    <w:p w:rsidR="008B7192" w:rsidRDefault="008B7192" w:rsidP="000845EC">
      <w:pPr>
        <w:pStyle w:val="NoSpacing"/>
        <w:jc w:val="center"/>
        <w:rPr>
          <w:b/>
        </w:rPr>
      </w:pPr>
    </w:p>
    <w:p w:rsidR="008B7192" w:rsidRDefault="008B7192" w:rsidP="000845EC">
      <w:pPr>
        <w:pStyle w:val="NoSpacing"/>
        <w:jc w:val="center"/>
        <w:rPr>
          <w:b/>
        </w:rPr>
      </w:pPr>
    </w:p>
    <w:p w:rsidR="008B7192" w:rsidRDefault="008B7192" w:rsidP="000845EC">
      <w:pPr>
        <w:pStyle w:val="NoSpacing"/>
        <w:jc w:val="center"/>
        <w:rPr>
          <w:b/>
        </w:rPr>
      </w:pPr>
    </w:p>
    <w:p w:rsidR="008B7192" w:rsidRDefault="008B7192" w:rsidP="000845EC">
      <w:pPr>
        <w:pStyle w:val="NoSpacing"/>
        <w:jc w:val="center"/>
        <w:rPr>
          <w:b/>
        </w:rPr>
      </w:pPr>
    </w:p>
    <w:p w:rsidR="000845EC" w:rsidRDefault="000845EC" w:rsidP="00DB221D">
      <w:pPr>
        <w:pStyle w:val="NoSpacing"/>
        <w:numPr>
          <w:ilvl w:val="0"/>
          <w:numId w:val="10"/>
        </w:numPr>
      </w:pPr>
      <w:r w:rsidRPr="008B7192">
        <w:rPr>
          <w:b/>
        </w:rPr>
        <w:lastRenderedPageBreak/>
        <w:t>Items tab→Highlight line item→Details→Notes and Attachments tab at bottom of screen</w:t>
      </w:r>
      <w:r>
        <w:t xml:space="preserve">  This are</w:t>
      </w:r>
      <w:r w:rsidR="00683995">
        <w:t>a</w:t>
      </w:r>
      <w:r>
        <w:t xml:space="preserve"> contains line item specific notes and attachments.  These notes and attachments are only relevant for the selected line item.</w:t>
      </w:r>
    </w:p>
    <w:p w:rsidR="000845EC" w:rsidRDefault="000845EC" w:rsidP="000845EC">
      <w:pPr>
        <w:pStyle w:val="NoSpacing"/>
        <w:jc w:val="center"/>
        <w:rPr>
          <w:b/>
        </w:rPr>
      </w:pPr>
      <w:r>
        <w:rPr>
          <w:b/>
          <w:noProof/>
        </w:rPr>
        <w:drawing>
          <wp:inline distT="0" distB="0" distL="0" distR="0">
            <wp:extent cx="3474605" cy="396715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483311" cy="3977092"/>
                    </a:xfrm>
                    <a:prstGeom prst="rect">
                      <a:avLst/>
                    </a:prstGeom>
                    <a:noFill/>
                    <a:ln>
                      <a:noFill/>
                    </a:ln>
                  </pic:spPr>
                </pic:pic>
              </a:graphicData>
            </a:graphic>
          </wp:inline>
        </w:drawing>
      </w:r>
    </w:p>
    <w:p w:rsidR="000845EC" w:rsidRDefault="000845EC" w:rsidP="000845EC">
      <w:pPr>
        <w:pStyle w:val="NoSpacing"/>
        <w:rPr>
          <w:b/>
        </w:rPr>
      </w:pPr>
    </w:p>
    <w:p w:rsidR="000845EC" w:rsidRDefault="008B20A8" w:rsidP="005B1AF7">
      <w:pPr>
        <w:pStyle w:val="NoSpacing"/>
        <w:numPr>
          <w:ilvl w:val="0"/>
          <w:numId w:val="10"/>
        </w:numPr>
      </w:pPr>
      <w:r>
        <w:t xml:space="preserve">There is no need to go to the Notes and Attachments tab for every line item.  Only those with notes or attachments need to be reviewed.  </w:t>
      </w:r>
      <w:r w:rsidR="000845EC">
        <w:t>To identify if there are notes or attachments relevant for a specific line item in the Bid Invitation select the</w:t>
      </w:r>
      <w:r>
        <w:t xml:space="preserve"> </w:t>
      </w:r>
      <w:r w:rsidR="000845EC" w:rsidRPr="008B20A8">
        <w:rPr>
          <w:b/>
        </w:rPr>
        <w:t>Items tab</w:t>
      </w:r>
      <w:r w:rsidR="000845EC">
        <w:t xml:space="preserve">.  In the </w:t>
      </w:r>
      <w:r w:rsidR="000845EC" w:rsidRPr="008B20A8">
        <w:rPr>
          <w:b/>
        </w:rPr>
        <w:t>Overview</w:t>
      </w:r>
      <w:r w:rsidR="000845EC">
        <w:t xml:space="preserve"> section of the screen, scroll to the right</w:t>
      </w:r>
      <w:r>
        <w:t xml:space="preserve"> to the RFx/Response columns.  The column with the </w:t>
      </w:r>
      <w:r>
        <w:rPr>
          <w:noProof/>
        </w:rPr>
        <w:drawing>
          <wp:inline distT="0" distB="0" distL="0" distR="0" wp14:anchorId="4505C6DA" wp14:editId="3BF7450B">
            <wp:extent cx="200025" cy="2667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200025" cy="266700"/>
                    </a:xfrm>
                    <a:prstGeom prst="rect">
                      <a:avLst/>
                    </a:prstGeom>
                  </pic:spPr>
                </pic:pic>
              </a:graphicData>
            </a:graphic>
          </wp:inline>
        </w:drawing>
      </w:r>
      <w:r>
        <w:t xml:space="preserve"> shows if there are attachments and the column with the </w:t>
      </w:r>
      <w:r>
        <w:rPr>
          <w:noProof/>
        </w:rPr>
        <w:drawing>
          <wp:inline distT="0" distB="0" distL="0" distR="0" wp14:anchorId="53D98A53" wp14:editId="4414152D">
            <wp:extent cx="247498" cy="220980"/>
            <wp:effectExtent l="0" t="0" r="635" b="762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51316" cy="224389"/>
                    </a:xfrm>
                    <a:prstGeom prst="rect">
                      <a:avLst/>
                    </a:prstGeom>
                  </pic:spPr>
                </pic:pic>
              </a:graphicData>
            </a:graphic>
          </wp:inline>
        </w:drawing>
      </w:r>
      <w:r>
        <w:t xml:space="preserve"> shows if there are notes.  In this example there is 1 attachment and 1 note.</w:t>
      </w:r>
    </w:p>
    <w:p w:rsidR="008B20A8" w:rsidRDefault="008B20A8" w:rsidP="000845EC">
      <w:pPr>
        <w:pStyle w:val="NoSpacing"/>
        <w:ind w:left="720"/>
      </w:pPr>
    </w:p>
    <w:p w:rsidR="008B20A8" w:rsidRDefault="008B20A8" w:rsidP="000845EC">
      <w:pPr>
        <w:pStyle w:val="NoSpacing"/>
        <w:ind w:left="720"/>
      </w:pPr>
      <w:r>
        <w:rPr>
          <w:noProof/>
        </w:rPr>
        <w:drawing>
          <wp:inline distT="0" distB="0" distL="0" distR="0">
            <wp:extent cx="6179820" cy="10368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206297" cy="1041278"/>
                    </a:xfrm>
                    <a:prstGeom prst="rect">
                      <a:avLst/>
                    </a:prstGeom>
                    <a:noFill/>
                    <a:ln>
                      <a:noFill/>
                    </a:ln>
                  </pic:spPr>
                </pic:pic>
              </a:graphicData>
            </a:graphic>
          </wp:inline>
        </w:drawing>
      </w:r>
    </w:p>
    <w:p w:rsidR="00941FA8" w:rsidRDefault="00941FA8" w:rsidP="000845EC">
      <w:pPr>
        <w:pStyle w:val="NoSpacing"/>
        <w:ind w:left="720"/>
      </w:pPr>
    </w:p>
    <w:p w:rsidR="00941FA8" w:rsidRDefault="00941FA8">
      <w:r>
        <w:br w:type="page"/>
      </w:r>
    </w:p>
    <w:p w:rsidR="00941FA8" w:rsidRDefault="00941FA8" w:rsidP="00941FA8">
      <w:pPr>
        <w:pStyle w:val="NoSpacing"/>
        <w:ind w:left="720"/>
        <w:rPr>
          <w:b/>
          <w:sz w:val="28"/>
          <w:szCs w:val="28"/>
        </w:rPr>
      </w:pPr>
      <w:r w:rsidRPr="00941FA8">
        <w:rPr>
          <w:b/>
          <w:sz w:val="28"/>
          <w:szCs w:val="28"/>
        </w:rPr>
        <w:lastRenderedPageBreak/>
        <w:t>ONLINE BIDDING QUICK REFERENCE GUIDE</w:t>
      </w:r>
    </w:p>
    <w:p w:rsidR="00941FA8" w:rsidRDefault="00941FA8" w:rsidP="00941FA8">
      <w:pPr>
        <w:pStyle w:val="NoSpacing"/>
        <w:ind w:left="720"/>
        <w:rPr>
          <w:b/>
          <w:sz w:val="28"/>
          <w:szCs w:val="28"/>
        </w:rPr>
      </w:pPr>
    </w:p>
    <w:p w:rsidR="00941FA8" w:rsidRPr="00ED2177" w:rsidRDefault="00941FA8" w:rsidP="00941FA8">
      <w:pPr>
        <w:pStyle w:val="NoSpacing"/>
        <w:numPr>
          <w:ilvl w:val="0"/>
          <w:numId w:val="11"/>
        </w:numPr>
      </w:pPr>
      <w:r>
        <w:t>Click the Bid Invitation link o</w:t>
      </w:r>
      <w:r w:rsidRPr="00ED2177">
        <w:t>n</w:t>
      </w:r>
      <w:r>
        <w:t xml:space="preserve"> the</w:t>
      </w:r>
      <w:r w:rsidRPr="00ED2177">
        <w:t xml:space="preserve"> LaPac</w:t>
      </w:r>
      <w:r>
        <w:t xml:space="preserve"> website</w:t>
      </w:r>
      <w:r w:rsidRPr="00ED2177">
        <w:t>.</w:t>
      </w:r>
      <w:r>
        <w:t xml:space="preserve">  The Bid Invitation opens.</w:t>
      </w:r>
    </w:p>
    <w:p w:rsidR="00941FA8" w:rsidRDefault="00941FA8" w:rsidP="00941FA8">
      <w:pPr>
        <w:pStyle w:val="NoSpacing"/>
        <w:numPr>
          <w:ilvl w:val="0"/>
          <w:numId w:val="11"/>
        </w:numPr>
      </w:pPr>
      <w:r>
        <w:t xml:space="preserve">Click </w:t>
      </w:r>
      <w:r w:rsidRPr="00ED2177">
        <w:t xml:space="preserve">the </w:t>
      </w:r>
      <w:r>
        <w:t xml:space="preserve">Online Bid Response </w:t>
      </w:r>
      <w:r w:rsidRPr="00ED2177">
        <w:t>link</w:t>
      </w:r>
      <w:r>
        <w:t xml:space="preserve"> on the Bid Invitation.</w:t>
      </w:r>
    </w:p>
    <w:p w:rsidR="00941FA8" w:rsidRDefault="00941FA8" w:rsidP="00941FA8">
      <w:pPr>
        <w:pStyle w:val="NoSpacing"/>
        <w:numPr>
          <w:ilvl w:val="0"/>
          <w:numId w:val="11"/>
        </w:numPr>
      </w:pPr>
      <w:r>
        <w:t>Login with your vendor number and password.  The Bid document opens in the LaGov website.</w:t>
      </w:r>
    </w:p>
    <w:p w:rsidR="00941FA8" w:rsidRDefault="00941FA8" w:rsidP="00941FA8">
      <w:pPr>
        <w:pStyle w:val="NoSpacing"/>
        <w:numPr>
          <w:ilvl w:val="0"/>
          <w:numId w:val="11"/>
        </w:numPr>
      </w:pPr>
      <w:r>
        <w:t>Review the Bid Invitation and attachments.</w:t>
      </w:r>
    </w:p>
    <w:p w:rsidR="00941FA8" w:rsidRDefault="00941FA8" w:rsidP="00941FA8">
      <w:pPr>
        <w:pStyle w:val="NoSpacing"/>
        <w:numPr>
          <w:ilvl w:val="0"/>
          <w:numId w:val="11"/>
        </w:numPr>
      </w:pPr>
      <w:r>
        <w:t xml:space="preserve">Click </w:t>
      </w:r>
      <w:r>
        <w:rPr>
          <w:noProof/>
        </w:rPr>
        <w:drawing>
          <wp:inline distT="0" distB="0" distL="0" distR="0" wp14:anchorId="77813A39" wp14:editId="33A39D83">
            <wp:extent cx="590550" cy="1524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5"/>
                    <a:srcRect t="28758" b="18954"/>
                    <a:stretch/>
                  </pic:blipFill>
                  <pic:spPr bwMode="auto">
                    <a:xfrm>
                      <a:off x="0" y="0"/>
                      <a:ext cx="590550" cy="152400"/>
                    </a:xfrm>
                    <a:prstGeom prst="rect">
                      <a:avLst/>
                    </a:prstGeom>
                    <a:ln>
                      <a:noFill/>
                    </a:ln>
                    <a:extLst>
                      <a:ext uri="{53640926-AAD7-44D8-BBD7-CCE9431645EC}">
                        <a14:shadowObscured xmlns:a14="http://schemas.microsoft.com/office/drawing/2010/main"/>
                      </a:ext>
                    </a:extLst>
                  </pic:spPr>
                </pic:pic>
              </a:graphicData>
            </a:graphic>
          </wp:inline>
        </w:drawing>
      </w:r>
      <w:r>
        <w:t xml:space="preserve">.  If there is no </w:t>
      </w:r>
      <w:r>
        <w:rPr>
          <w:noProof/>
        </w:rPr>
        <w:drawing>
          <wp:inline distT="0" distB="0" distL="0" distR="0" wp14:anchorId="26DE675C" wp14:editId="3D2FF3D0">
            <wp:extent cx="590550" cy="1524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5"/>
                    <a:srcRect t="28758" b="18954"/>
                    <a:stretch/>
                  </pic:blipFill>
                  <pic:spPr bwMode="auto">
                    <a:xfrm>
                      <a:off x="0" y="0"/>
                      <a:ext cx="590550" cy="152400"/>
                    </a:xfrm>
                    <a:prstGeom prst="rect">
                      <a:avLst/>
                    </a:prstGeom>
                    <a:ln>
                      <a:noFill/>
                    </a:ln>
                    <a:extLst>
                      <a:ext uri="{53640926-AAD7-44D8-BBD7-CCE9431645EC}">
                        <a14:shadowObscured xmlns:a14="http://schemas.microsoft.com/office/drawing/2010/main"/>
                      </a:ext>
                    </a:extLst>
                  </pic:spPr>
                </pic:pic>
              </a:graphicData>
            </a:graphic>
          </wp:inline>
        </w:drawing>
      </w:r>
      <w:r>
        <w:t xml:space="preserve"> button you are already registered and can skip this step.</w:t>
      </w:r>
    </w:p>
    <w:p w:rsidR="00941FA8" w:rsidRDefault="00941FA8" w:rsidP="00941FA8">
      <w:pPr>
        <w:pStyle w:val="NoSpacing"/>
        <w:numPr>
          <w:ilvl w:val="0"/>
          <w:numId w:val="11"/>
        </w:numPr>
      </w:pPr>
      <w:r>
        <w:t xml:space="preserve">Click </w:t>
      </w:r>
      <w:r>
        <w:rPr>
          <w:noProof/>
        </w:rPr>
        <w:drawing>
          <wp:inline distT="0" distB="0" distL="0" distR="0" wp14:anchorId="73A93FA9" wp14:editId="3EFC3313">
            <wp:extent cx="914400" cy="18097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914400" cy="180975"/>
                    </a:xfrm>
                    <a:prstGeom prst="rect">
                      <a:avLst/>
                    </a:prstGeom>
                  </pic:spPr>
                </pic:pic>
              </a:graphicData>
            </a:graphic>
          </wp:inline>
        </w:drawing>
      </w:r>
      <w:r>
        <w:t>.  The Bid Response number appears at the top of the screen.</w:t>
      </w:r>
    </w:p>
    <w:p w:rsidR="00941FA8" w:rsidRDefault="00941FA8" w:rsidP="00941FA8">
      <w:pPr>
        <w:pStyle w:val="NoSpacing"/>
        <w:numPr>
          <w:ilvl w:val="0"/>
          <w:numId w:val="11"/>
        </w:numPr>
      </w:pPr>
      <w:r>
        <w:t>Read the notice and accept the terms.</w:t>
      </w:r>
    </w:p>
    <w:p w:rsidR="00941FA8" w:rsidRDefault="00941FA8" w:rsidP="00941FA8">
      <w:pPr>
        <w:pStyle w:val="NoSpacing"/>
        <w:numPr>
          <w:ilvl w:val="0"/>
          <w:numId w:val="11"/>
        </w:numPr>
      </w:pPr>
      <w:r>
        <w:t>Review all Notes and Attachments</w:t>
      </w:r>
    </w:p>
    <w:p w:rsidR="00941FA8" w:rsidRPr="00ED2177" w:rsidRDefault="00941FA8" w:rsidP="00941FA8">
      <w:pPr>
        <w:pStyle w:val="NoSpacing"/>
        <w:numPr>
          <w:ilvl w:val="0"/>
          <w:numId w:val="11"/>
        </w:numPr>
      </w:pPr>
      <w:r>
        <w:t xml:space="preserve">Click </w:t>
      </w:r>
      <w:r>
        <w:rPr>
          <w:noProof/>
        </w:rPr>
        <w:drawing>
          <wp:inline distT="0" distB="0" distL="0" distR="0" wp14:anchorId="6C404354" wp14:editId="7863EF23">
            <wp:extent cx="590550" cy="21717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7"/>
                    <a:srcRect l="-14815" t="24000"/>
                    <a:stretch/>
                  </pic:blipFill>
                  <pic:spPr bwMode="auto">
                    <a:xfrm>
                      <a:off x="0" y="0"/>
                      <a:ext cx="590550" cy="217170"/>
                    </a:xfrm>
                    <a:prstGeom prst="rect">
                      <a:avLst/>
                    </a:prstGeom>
                    <a:ln>
                      <a:noFill/>
                    </a:ln>
                    <a:extLst>
                      <a:ext uri="{53640926-AAD7-44D8-BBD7-CCE9431645EC}">
                        <a14:shadowObscured xmlns:a14="http://schemas.microsoft.com/office/drawing/2010/main"/>
                      </a:ext>
                    </a:extLst>
                  </pic:spPr>
                </pic:pic>
              </a:graphicData>
            </a:graphic>
          </wp:inline>
        </w:drawing>
      </w:r>
    </w:p>
    <w:p w:rsidR="00941FA8" w:rsidRDefault="00941FA8" w:rsidP="00941FA8">
      <w:pPr>
        <w:pStyle w:val="NoSpacing"/>
        <w:numPr>
          <w:ilvl w:val="0"/>
          <w:numId w:val="11"/>
        </w:numPr>
      </w:pPr>
      <w:r>
        <w:t xml:space="preserve">Click </w:t>
      </w:r>
      <w:r>
        <w:rPr>
          <w:noProof/>
        </w:rPr>
        <w:drawing>
          <wp:inline distT="0" distB="0" distL="0" distR="0" wp14:anchorId="2CDA1B36" wp14:editId="4652A615">
            <wp:extent cx="619125" cy="20002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619125" cy="200025"/>
                    </a:xfrm>
                    <a:prstGeom prst="rect">
                      <a:avLst/>
                    </a:prstGeom>
                  </pic:spPr>
                </pic:pic>
              </a:graphicData>
            </a:graphic>
          </wp:inline>
        </w:drawing>
      </w:r>
      <w:r>
        <w:t xml:space="preserve"> to view line item details (product category, unit of measure, etc.)</w:t>
      </w:r>
    </w:p>
    <w:p w:rsidR="00941FA8" w:rsidRDefault="00941FA8" w:rsidP="00941FA8">
      <w:pPr>
        <w:pStyle w:val="NoSpacing"/>
        <w:numPr>
          <w:ilvl w:val="0"/>
          <w:numId w:val="11"/>
        </w:numPr>
      </w:pPr>
      <w:r>
        <w:t>Enter Price or complete the Pricing Sheet, whichever applies.</w:t>
      </w:r>
    </w:p>
    <w:p w:rsidR="00941FA8" w:rsidRDefault="00941FA8" w:rsidP="00941FA8">
      <w:pPr>
        <w:pStyle w:val="NoSpacing"/>
        <w:numPr>
          <w:ilvl w:val="0"/>
          <w:numId w:val="11"/>
        </w:numPr>
      </w:pPr>
      <w:r>
        <w:t>Add any notes or attachments from the bidder (i.e., Bidder Remarks, Completed Price Sheet)</w:t>
      </w:r>
    </w:p>
    <w:p w:rsidR="00941FA8" w:rsidRDefault="00941FA8" w:rsidP="00941FA8">
      <w:pPr>
        <w:pStyle w:val="NoSpacing"/>
        <w:numPr>
          <w:ilvl w:val="0"/>
          <w:numId w:val="11"/>
        </w:numPr>
      </w:pPr>
      <w:r>
        <w:t>Repeat steps 10 – 12 for each line item.</w:t>
      </w:r>
    </w:p>
    <w:p w:rsidR="00941FA8" w:rsidRDefault="00941FA8" w:rsidP="00941FA8">
      <w:pPr>
        <w:pStyle w:val="NoSpacing"/>
        <w:numPr>
          <w:ilvl w:val="0"/>
          <w:numId w:val="11"/>
        </w:numPr>
      </w:pPr>
      <w:r>
        <w:t xml:space="preserve">Click </w:t>
      </w:r>
      <w:r>
        <w:rPr>
          <w:noProof/>
        </w:rPr>
        <w:drawing>
          <wp:inline distT="0" distB="0" distL="0" distR="0" wp14:anchorId="6BBA47B2" wp14:editId="645D7039">
            <wp:extent cx="371475" cy="1809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371475" cy="180975"/>
                    </a:xfrm>
                    <a:prstGeom prst="rect">
                      <a:avLst/>
                    </a:prstGeom>
                  </pic:spPr>
                </pic:pic>
              </a:graphicData>
            </a:graphic>
          </wp:inline>
        </w:drawing>
      </w:r>
    </w:p>
    <w:p w:rsidR="00941FA8" w:rsidRDefault="00941FA8" w:rsidP="00941FA8">
      <w:pPr>
        <w:pStyle w:val="NoSpacing"/>
        <w:numPr>
          <w:ilvl w:val="0"/>
          <w:numId w:val="11"/>
        </w:numPr>
      </w:pPr>
      <w:r>
        <w:t xml:space="preserve">Clear any hard (red) errors.  Click </w:t>
      </w:r>
      <w:r>
        <w:rPr>
          <w:noProof/>
        </w:rPr>
        <w:drawing>
          <wp:inline distT="0" distB="0" distL="0" distR="0" wp14:anchorId="6FA71E95" wp14:editId="794D3F33">
            <wp:extent cx="371475" cy="180975"/>
            <wp:effectExtent l="0" t="0" r="9525"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371475" cy="180975"/>
                    </a:xfrm>
                    <a:prstGeom prst="rect">
                      <a:avLst/>
                    </a:prstGeom>
                  </pic:spPr>
                </pic:pic>
              </a:graphicData>
            </a:graphic>
          </wp:inline>
        </w:drawing>
      </w:r>
      <w:r>
        <w:t>again if any changes were made to clear errors.</w:t>
      </w:r>
    </w:p>
    <w:p w:rsidR="00941FA8" w:rsidRDefault="00941FA8" w:rsidP="00941FA8">
      <w:pPr>
        <w:pStyle w:val="NoSpacing"/>
        <w:numPr>
          <w:ilvl w:val="0"/>
          <w:numId w:val="11"/>
        </w:numPr>
      </w:pPr>
      <w:r>
        <w:t xml:space="preserve">Click </w:t>
      </w:r>
      <w:r>
        <w:rPr>
          <w:noProof/>
        </w:rPr>
        <w:drawing>
          <wp:inline distT="0" distB="0" distL="0" distR="0" wp14:anchorId="237E7826" wp14:editId="45D3FD95">
            <wp:extent cx="409575" cy="190500"/>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409575" cy="190500"/>
                    </a:xfrm>
                    <a:prstGeom prst="rect">
                      <a:avLst/>
                    </a:prstGeom>
                  </pic:spPr>
                </pic:pic>
              </a:graphicData>
            </a:graphic>
          </wp:inline>
        </w:drawing>
      </w:r>
    </w:p>
    <w:p w:rsidR="00941FA8" w:rsidRDefault="00941FA8" w:rsidP="00941FA8">
      <w:pPr>
        <w:pStyle w:val="NoSpacing"/>
        <w:numPr>
          <w:ilvl w:val="0"/>
          <w:numId w:val="11"/>
        </w:numPr>
      </w:pPr>
      <w:r>
        <w:t xml:space="preserve">Click </w:t>
      </w:r>
      <w:r>
        <w:rPr>
          <w:noProof/>
        </w:rPr>
        <w:drawing>
          <wp:inline distT="0" distB="0" distL="0" distR="0" wp14:anchorId="70B4044F" wp14:editId="451639F8">
            <wp:extent cx="361950" cy="17145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361950" cy="171450"/>
                    </a:xfrm>
                    <a:prstGeom prst="rect">
                      <a:avLst/>
                    </a:prstGeom>
                  </pic:spPr>
                </pic:pic>
              </a:graphicData>
            </a:graphic>
          </wp:inline>
        </w:drawing>
      </w:r>
    </w:p>
    <w:p w:rsidR="00941FA8" w:rsidRDefault="00941FA8" w:rsidP="00941FA8">
      <w:pPr>
        <w:pStyle w:val="NoSpacing"/>
        <w:numPr>
          <w:ilvl w:val="0"/>
          <w:numId w:val="11"/>
        </w:numPr>
      </w:pPr>
      <w:r>
        <w:t xml:space="preserve">Click </w:t>
      </w:r>
      <w:r>
        <w:rPr>
          <w:noProof/>
        </w:rPr>
        <w:drawing>
          <wp:inline distT="0" distB="0" distL="0" distR="0" wp14:anchorId="00BAAEE6" wp14:editId="14D44BD4">
            <wp:extent cx="371475" cy="171450"/>
            <wp:effectExtent l="0" t="0" r="9525"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371475" cy="171450"/>
                    </a:xfrm>
                    <a:prstGeom prst="rect">
                      <a:avLst/>
                    </a:prstGeom>
                  </pic:spPr>
                </pic:pic>
              </a:graphicData>
            </a:graphic>
          </wp:inline>
        </w:drawing>
      </w:r>
    </w:p>
    <w:p w:rsidR="00941FA8" w:rsidRPr="00ED2177" w:rsidRDefault="00941FA8" w:rsidP="00941FA8">
      <w:pPr>
        <w:pStyle w:val="NoSpacing"/>
      </w:pPr>
    </w:p>
    <w:p w:rsidR="00941FA8" w:rsidRPr="00ED2177" w:rsidRDefault="00941FA8" w:rsidP="00941FA8">
      <w:pPr>
        <w:pStyle w:val="NoSpacing"/>
      </w:pPr>
    </w:p>
    <w:p w:rsidR="00941FA8" w:rsidRPr="00941FA8" w:rsidRDefault="00941FA8" w:rsidP="00941FA8">
      <w:pPr>
        <w:pStyle w:val="NoSpacing"/>
        <w:ind w:left="720"/>
        <w:rPr>
          <w:b/>
          <w:sz w:val="28"/>
          <w:szCs w:val="28"/>
        </w:rPr>
      </w:pPr>
    </w:p>
    <w:sectPr w:rsidR="00941FA8" w:rsidRPr="00941FA8" w:rsidSect="001543D8">
      <w:headerReference w:type="default" r:id="rId53"/>
      <w:footerReference w:type="default" r:id="rId54"/>
      <w:pgSz w:w="12240" w:h="15840"/>
      <w:pgMar w:top="288" w:right="806" w:bottom="288" w:left="6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AD7" w:rsidRDefault="00DE7AD7" w:rsidP="00FB4D81">
      <w:pPr>
        <w:spacing w:after="0" w:line="240" w:lineRule="auto"/>
      </w:pPr>
      <w:r>
        <w:separator/>
      </w:r>
    </w:p>
  </w:endnote>
  <w:endnote w:type="continuationSeparator" w:id="0">
    <w:p w:rsidR="00DE7AD7" w:rsidRDefault="00DE7AD7" w:rsidP="00FB4D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D81" w:rsidRDefault="00FB4D81">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D76AA4" w:rsidRPr="00D76AA4">
      <w:rPr>
        <w:rFonts w:asciiTheme="majorHAnsi" w:hAnsiTheme="majorHAnsi"/>
        <w:noProof/>
      </w:rPr>
      <w:t>1</w:t>
    </w:r>
    <w:r>
      <w:rPr>
        <w:rFonts w:asciiTheme="majorHAnsi" w:hAnsiTheme="majorHAnsi"/>
        <w:noProof/>
      </w:rPr>
      <w:fldChar w:fldCharType="end"/>
    </w:r>
  </w:p>
  <w:p w:rsidR="00FB4D81" w:rsidRDefault="00FB4D8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AD7" w:rsidRDefault="00DE7AD7" w:rsidP="00FB4D81">
      <w:pPr>
        <w:spacing w:after="0" w:line="240" w:lineRule="auto"/>
      </w:pPr>
      <w:r>
        <w:separator/>
      </w:r>
    </w:p>
  </w:footnote>
  <w:footnote w:type="continuationSeparator" w:id="0">
    <w:p w:rsidR="00DE7AD7" w:rsidRDefault="00DE7AD7" w:rsidP="00FB4D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D68" w:rsidRPr="001543D8" w:rsidRDefault="001543D8" w:rsidP="001543D8">
    <w:pPr>
      <w:pStyle w:val="Header"/>
      <w:rPr>
        <w:sz w:val="28"/>
        <w:szCs w:val="28"/>
      </w:rPr>
    </w:pPr>
    <w:r w:rsidRPr="001543D8">
      <w:rPr>
        <w:sz w:val="28"/>
        <w:szCs w:val="28"/>
      </w:rPr>
      <w:t>RFx No:</w:t>
    </w:r>
    <w:r w:rsidR="00D76AA4">
      <w:rPr>
        <w:sz w:val="28"/>
        <w:szCs w:val="28"/>
      </w:rPr>
      <w:t xml:space="preserve"> 3000017171</w:t>
    </w:r>
    <w:r>
      <w:t xml:space="preserve">                                                         </w:t>
    </w:r>
    <w:r w:rsidR="0054766F">
      <w:t xml:space="preserve">                 </w:t>
    </w:r>
    <w:r w:rsidR="00672D81">
      <w:tab/>
    </w:r>
    <w:r w:rsidR="0054766F">
      <w:t xml:space="preserve">   </w:t>
    </w:r>
    <w:r w:rsidRPr="001543D8">
      <w:rPr>
        <w:sz w:val="28"/>
        <w:szCs w:val="28"/>
      </w:rPr>
      <w:t xml:space="preserve">Attachment: </w:t>
    </w:r>
    <w:r w:rsidR="00A001D7">
      <w:rPr>
        <w:sz w:val="28"/>
        <w:szCs w:val="28"/>
        <w:u w:val="single"/>
      </w:rPr>
      <w:t>C</w:t>
    </w:r>
  </w:p>
  <w:p w:rsidR="001543D8" w:rsidRDefault="001543D8" w:rsidP="001543D8">
    <w:pPr>
      <w:pStyle w:val="Header"/>
    </w:pPr>
  </w:p>
  <w:p w:rsidR="00FB4D81" w:rsidRPr="001C7BBA" w:rsidRDefault="001543D8" w:rsidP="001543D8">
    <w:pPr>
      <w:pStyle w:val="Header"/>
      <w:jc w:val="center"/>
      <w:rPr>
        <w:rFonts w:asciiTheme="majorHAnsi" w:hAnsiTheme="majorHAnsi"/>
        <w:b/>
        <w:sz w:val="44"/>
        <w:szCs w:val="44"/>
      </w:rPr>
    </w:pPr>
    <w:r w:rsidRPr="001C7BBA">
      <w:rPr>
        <w:rFonts w:asciiTheme="majorHAnsi" w:hAnsiTheme="majorHAnsi"/>
        <w:b/>
        <w:sz w:val="44"/>
        <w:szCs w:val="44"/>
      </w:rPr>
      <w:t>ONLINE BIDDING INSTRUCTIONS</w:t>
    </w:r>
  </w:p>
  <w:p w:rsidR="001543D8" w:rsidRPr="001543D8" w:rsidRDefault="001543D8" w:rsidP="001543D8">
    <w:pPr>
      <w:pStyle w:val="Header"/>
      <w:jc w:val="center"/>
      <w:rPr>
        <w:b/>
        <w:sz w:val="44"/>
        <w:szCs w:val="44"/>
      </w:rPr>
    </w:pPr>
    <w:r>
      <w:rPr>
        <w:b/>
        <w:noProof/>
        <w:sz w:val="44"/>
        <w:szCs w:val="44"/>
      </w:rPr>
      <mc:AlternateContent>
        <mc:Choice Requires="wps">
          <w:drawing>
            <wp:anchor distT="0" distB="0" distL="114300" distR="114300" simplePos="0" relativeHeight="251659264" behindDoc="0" locked="0" layoutInCell="1" allowOverlap="1">
              <wp:simplePos x="0" y="0"/>
              <wp:positionH relativeFrom="column">
                <wp:posOffset>245110</wp:posOffset>
              </wp:positionH>
              <wp:positionV relativeFrom="paragraph">
                <wp:posOffset>10795</wp:posOffset>
              </wp:positionV>
              <wp:extent cx="6515100" cy="99060"/>
              <wp:effectExtent l="0" t="0" r="19050" b="15240"/>
              <wp:wrapNone/>
              <wp:docPr id="54" name="Text Box 54"/>
              <wp:cNvGraphicFramePr/>
              <a:graphic xmlns:a="http://schemas.openxmlformats.org/drawingml/2006/main">
                <a:graphicData uri="http://schemas.microsoft.com/office/word/2010/wordprocessingShape">
                  <wps:wsp>
                    <wps:cNvSpPr txBox="1"/>
                    <wps:spPr>
                      <a:xfrm>
                        <a:off x="0" y="0"/>
                        <a:ext cx="6515100" cy="99060"/>
                      </a:xfrm>
                      <a:prstGeom prst="rect">
                        <a:avLst/>
                      </a:prstGeom>
                      <a:solidFill>
                        <a:schemeClr val="accent2"/>
                      </a:solidFill>
                      <a:ln w="6350">
                        <a:solidFill>
                          <a:prstClr val="black"/>
                        </a:solidFill>
                      </a:ln>
                    </wps:spPr>
                    <wps:txbx>
                      <w:txbxContent>
                        <w:p w:rsidR="001543D8" w:rsidRDefault="001543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1="http://schemas.microsoft.com/office/drawing/2015/9/8/chartex">
          <w:pict>
            <v:shapetype id="_x0000_t202" coordsize="21600,21600" o:spt="202" path="m,l,21600r21600,l21600,xe">
              <v:stroke joinstyle="miter"/>
              <v:path gradientshapeok="t" o:connecttype="rect"/>
            </v:shapetype>
            <v:shape id="Text Box 54" o:spid="_x0000_s1026" type="#_x0000_t202" style="position:absolute;left:0;text-align:left;margin-left:19.3pt;margin-top:.85pt;width:513pt;height:7.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" fillcolor="#c0504d [3205]" strokeweight=".5pt">
              <v:textbox>
                <w:txbxContent>
                  <w:p w:rsidR="001543D8" w:rsidRDefault="001543D8"/>
                </w:txbxContent>
              </v:textbox>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713F"/>
    <w:multiLevelType w:val="hybridMultilevel"/>
    <w:tmpl w:val="E14A6B10"/>
    <w:lvl w:ilvl="0" w:tplc="A740B0BC">
      <w:start w:val="23"/>
      <w:numFmt w:val="decimal"/>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122140"/>
    <w:multiLevelType w:val="hybridMultilevel"/>
    <w:tmpl w:val="A67087F6"/>
    <w:lvl w:ilvl="0" w:tplc="75082A82">
      <w:start w:val="1"/>
      <w:numFmt w:val="decimal"/>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D86A56"/>
    <w:multiLevelType w:val="hybridMultilevel"/>
    <w:tmpl w:val="97263A6E"/>
    <w:lvl w:ilvl="0" w:tplc="A740B0BC">
      <w:start w:val="2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C7C7C55"/>
    <w:multiLevelType w:val="hybridMultilevel"/>
    <w:tmpl w:val="2ACAF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5958A9"/>
    <w:multiLevelType w:val="hybridMultilevel"/>
    <w:tmpl w:val="289EB1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6566E1"/>
    <w:multiLevelType w:val="hybridMultilevel"/>
    <w:tmpl w:val="81A87E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AE0FEB"/>
    <w:multiLevelType w:val="hybridMultilevel"/>
    <w:tmpl w:val="D55CCCF8"/>
    <w:lvl w:ilvl="0" w:tplc="75082A82">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0464EEB"/>
    <w:multiLevelType w:val="hybridMultilevel"/>
    <w:tmpl w:val="9D429DD0"/>
    <w:lvl w:ilvl="0" w:tplc="75082A82">
      <w:start w:val="1"/>
      <w:numFmt w:val="decimal"/>
      <w:lvlText w:val="%1."/>
      <w:lvlJc w:val="left"/>
      <w:pPr>
        <w:ind w:left="1440" w:hanging="360"/>
      </w:pPr>
      <w:rPr>
        <w:rFonts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1F456B2"/>
    <w:multiLevelType w:val="hybridMultilevel"/>
    <w:tmpl w:val="508EC41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74CD3177"/>
    <w:multiLevelType w:val="hybridMultilevel"/>
    <w:tmpl w:val="A9083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7D206E9"/>
    <w:multiLevelType w:val="hybridMultilevel"/>
    <w:tmpl w:val="9A02DD2C"/>
    <w:lvl w:ilvl="0" w:tplc="75082A82">
      <w:start w:val="1"/>
      <w:numFmt w:val="decimal"/>
      <w:lvlText w:val="%1."/>
      <w:lvlJc w:val="left"/>
      <w:pPr>
        <w:ind w:left="2160" w:hanging="360"/>
      </w:pPr>
      <w:rPr>
        <w:rFonts w:hint="default"/>
        <w:i w:val="0"/>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
  </w:num>
  <w:num w:numId="2">
    <w:abstractNumId w:val="9"/>
  </w:num>
  <w:num w:numId="3">
    <w:abstractNumId w:val="6"/>
  </w:num>
  <w:num w:numId="4">
    <w:abstractNumId w:val="10"/>
  </w:num>
  <w:num w:numId="5">
    <w:abstractNumId w:val="7"/>
  </w:num>
  <w:num w:numId="6">
    <w:abstractNumId w:val="8"/>
  </w:num>
  <w:num w:numId="7">
    <w:abstractNumId w:val="2"/>
  </w:num>
  <w:num w:numId="8">
    <w:abstractNumId w:val="0"/>
  </w:num>
  <w:num w:numId="9">
    <w:abstractNumId w:val="3"/>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D81"/>
    <w:rsid w:val="0001256F"/>
    <w:rsid w:val="00077C06"/>
    <w:rsid w:val="000845EC"/>
    <w:rsid w:val="000A17C1"/>
    <w:rsid w:val="000E53BF"/>
    <w:rsid w:val="000F5831"/>
    <w:rsid w:val="00124B00"/>
    <w:rsid w:val="001543D8"/>
    <w:rsid w:val="0015749B"/>
    <w:rsid w:val="00173EC6"/>
    <w:rsid w:val="00180557"/>
    <w:rsid w:val="001932C7"/>
    <w:rsid w:val="001C7BBA"/>
    <w:rsid w:val="001D19A5"/>
    <w:rsid w:val="001D6AF9"/>
    <w:rsid w:val="002222CF"/>
    <w:rsid w:val="0024629F"/>
    <w:rsid w:val="002C200F"/>
    <w:rsid w:val="002D2D30"/>
    <w:rsid w:val="002E39E6"/>
    <w:rsid w:val="00331771"/>
    <w:rsid w:val="00354686"/>
    <w:rsid w:val="00371E33"/>
    <w:rsid w:val="003758AF"/>
    <w:rsid w:val="003E08A9"/>
    <w:rsid w:val="00407FBB"/>
    <w:rsid w:val="0044461B"/>
    <w:rsid w:val="00487E90"/>
    <w:rsid w:val="004F6889"/>
    <w:rsid w:val="00506190"/>
    <w:rsid w:val="0052219D"/>
    <w:rsid w:val="0054766F"/>
    <w:rsid w:val="00552936"/>
    <w:rsid w:val="00552C95"/>
    <w:rsid w:val="005F2DFF"/>
    <w:rsid w:val="006164DC"/>
    <w:rsid w:val="00616F2D"/>
    <w:rsid w:val="00627B16"/>
    <w:rsid w:val="006420AF"/>
    <w:rsid w:val="00651C29"/>
    <w:rsid w:val="00664521"/>
    <w:rsid w:val="00672D81"/>
    <w:rsid w:val="00683995"/>
    <w:rsid w:val="006D2158"/>
    <w:rsid w:val="00706543"/>
    <w:rsid w:val="00710ECA"/>
    <w:rsid w:val="0074258F"/>
    <w:rsid w:val="00781BA1"/>
    <w:rsid w:val="00783650"/>
    <w:rsid w:val="007A258B"/>
    <w:rsid w:val="007B7FC6"/>
    <w:rsid w:val="007C6C7A"/>
    <w:rsid w:val="007F23B8"/>
    <w:rsid w:val="007F7DAB"/>
    <w:rsid w:val="008145D6"/>
    <w:rsid w:val="00815FCC"/>
    <w:rsid w:val="008B20A8"/>
    <w:rsid w:val="008B7192"/>
    <w:rsid w:val="008C028B"/>
    <w:rsid w:val="00927896"/>
    <w:rsid w:val="00941FA8"/>
    <w:rsid w:val="00944881"/>
    <w:rsid w:val="00965555"/>
    <w:rsid w:val="009801D1"/>
    <w:rsid w:val="009A48E3"/>
    <w:rsid w:val="009B18BC"/>
    <w:rsid w:val="009C4099"/>
    <w:rsid w:val="009D574A"/>
    <w:rsid w:val="009E5C2C"/>
    <w:rsid w:val="009F6090"/>
    <w:rsid w:val="00A001D7"/>
    <w:rsid w:val="00A0371D"/>
    <w:rsid w:val="00A551F5"/>
    <w:rsid w:val="00A82C1D"/>
    <w:rsid w:val="00A95CCA"/>
    <w:rsid w:val="00AB097A"/>
    <w:rsid w:val="00AC63A4"/>
    <w:rsid w:val="00B33B57"/>
    <w:rsid w:val="00C02288"/>
    <w:rsid w:val="00C36FB5"/>
    <w:rsid w:val="00C93975"/>
    <w:rsid w:val="00CF0819"/>
    <w:rsid w:val="00D22F3C"/>
    <w:rsid w:val="00D23DA0"/>
    <w:rsid w:val="00D33259"/>
    <w:rsid w:val="00D76AA4"/>
    <w:rsid w:val="00DA13A9"/>
    <w:rsid w:val="00DE0B8D"/>
    <w:rsid w:val="00DE7AD7"/>
    <w:rsid w:val="00E84B55"/>
    <w:rsid w:val="00EC2ED5"/>
    <w:rsid w:val="00F71D68"/>
    <w:rsid w:val="00F93423"/>
    <w:rsid w:val="00FB4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27EA71B"/>
  <w15:chartTrackingRefBased/>
  <w15:docId w15:val="{F83997E2-EB9E-4F14-ACAB-EAD893826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4D81"/>
    <w:pPr>
      <w:spacing w:after="0" w:line="240" w:lineRule="auto"/>
    </w:pPr>
  </w:style>
  <w:style w:type="paragraph" w:styleId="Header">
    <w:name w:val="header"/>
    <w:basedOn w:val="Normal"/>
    <w:link w:val="HeaderChar"/>
    <w:uiPriority w:val="99"/>
    <w:unhideWhenUsed/>
    <w:rsid w:val="00FB4D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4D81"/>
  </w:style>
  <w:style w:type="paragraph" w:styleId="Footer">
    <w:name w:val="footer"/>
    <w:basedOn w:val="Normal"/>
    <w:link w:val="FooterChar"/>
    <w:uiPriority w:val="99"/>
    <w:unhideWhenUsed/>
    <w:rsid w:val="00FB4D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4D81"/>
  </w:style>
  <w:style w:type="paragraph" w:styleId="ListParagraph">
    <w:name w:val="List Paragraph"/>
    <w:basedOn w:val="Normal"/>
    <w:uiPriority w:val="34"/>
    <w:qFormat/>
    <w:rsid w:val="009C4099"/>
    <w:pPr>
      <w:ind w:left="720"/>
      <w:contextualSpacing/>
    </w:pPr>
  </w:style>
  <w:style w:type="paragraph" w:styleId="BalloonText">
    <w:name w:val="Balloon Text"/>
    <w:basedOn w:val="Normal"/>
    <w:link w:val="BalloonTextChar"/>
    <w:uiPriority w:val="99"/>
    <w:semiHidden/>
    <w:unhideWhenUsed/>
    <w:rsid w:val="006420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20AF"/>
    <w:rPr>
      <w:rFonts w:ascii="Segoe UI" w:hAnsi="Segoe UI" w:cs="Segoe UI"/>
      <w:sz w:val="18"/>
      <w:szCs w:val="18"/>
    </w:rPr>
  </w:style>
  <w:style w:type="character" w:styleId="PlaceholderText">
    <w:name w:val="Placeholder Text"/>
    <w:basedOn w:val="DefaultParagraphFont"/>
    <w:uiPriority w:val="99"/>
    <w:semiHidden/>
    <w:rsid w:val="002D2D3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54"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image" Target="media/image45.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9882665B</Template>
  <TotalTime>0</TotalTime>
  <Pages>11</Pages>
  <Words>1345</Words>
  <Characters>7668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ONLINE  BIDDING  INSTRUCTIONS</vt:lpstr>
    </vt:vector>
  </TitlesOfParts>
  <Company>State of Louisiana</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BIDDING  INSTRUCTIONS</dc:title>
  <dc:subject/>
  <dc:creator>RFx No:__________________________                     Attachment: ______________</dc:creator>
  <cp:keywords/>
  <dc:description/>
  <cp:lastModifiedBy>Amber Collins</cp:lastModifiedBy>
  <cp:revision>2</cp:revision>
  <cp:lastPrinted>2019-08-12T13:46:00Z</cp:lastPrinted>
  <dcterms:created xsi:type="dcterms:W3CDTF">2021-05-17T15:57:00Z</dcterms:created>
  <dcterms:modified xsi:type="dcterms:W3CDTF">2021-05-17T15:57:00Z</dcterms:modified>
</cp:coreProperties>
</file>