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3A3" w:rsidRDefault="00BF16E8" w:rsidP="003353A3">
      <w:pPr>
        <w:spacing w:before="60"/>
        <w:ind w:right="86"/>
        <w:jc w:val="center"/>
        <w:rPr>
          <w:rFonts w:ascii="Times New Roman" w:hAnsi="Times New Roman" w:cs="Times New Roman"/>
          <w:color w:val="262626"/>
          <w:sz w:val="24"/>
        </w:rPr>
      </w:pPr>
      <w:r>
        <w:rPr>
          <w:rFonts w:ascii="Times New Roman" w:hAnsi="Times New Roman" w:cs="Times New Roman"/>
          <w:b/>
          <w:color w:val="262626"/>
          <w:sz w:val="24"/>
          <w:u w:val="single"/>
        </w:rPr>
        <w:t>Line Item Responses</w:t>
      </w:r>
    </w:p>
    <w:p w:rsidR="003353A3" w:rsidRDefault="008A08B3" w:rsidP="003353A3">
      <w:pPr>
        <w:spacing w:before="60"/>
        <w:ind w:right="86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:rsidR="003353A3" w:rsidRDefault="003353A3" w:rsidP="003353A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331B" w:rsidRPr="001B39EF" w:rsidRDefault="009140AB" w:rsidP="00F40421">
      <w:pPr>
        <w:jc w:val="both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Line</w:t>
      </w:r>
      <w:r w:rsidR="007033F8" w:rsidRPr="001B39EF">
        <w:rPr>
          <w:rFonts w:ascii="Times New Roman" w:hAnsi="Times New Roman" w:cs="Times New Roman"/>
          <w:b/>
          <w:szCs w:val="24"/>
        </w:rPr>
        <w:t xml:space="preserve"> 1: </w:t>
      </w:r>
      <w:r w:rsidR="00DB096C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b/>
          <w:szCs w:val="24"/>
        </w:rPr>
        <w:t xml:space="preserve">Ice Cream Pints </w:t>
      </w:r>
      <w:r>
        <w:rPr>
          <w:rFonts w:ascii="Times New Roman" w:hAnsi="Times New Roman" w:cs="Times New Roman"/>
          <w:b/>
          <w:szCs w:val="24"/>
        </w:rPr>
        <w:tab/>
        <w:t xml:space="preserve"> </w:t>
      </w:r>
      <w:r w:rsidR="00ED57A1" w:rsidRPr="001B39EF">
        <w:rPr>
          <w:rFonts w:ascii="Times New Roman" w:hAnsi="Times New Roman" w:cs="Times New Roman"/>
          <w:b/>
          <w:szCs w:val="24"/>
        </w:rPr>
        <w:t xml:space="preserve">      </w:t>
      </w:r>
      <w:r w:rsidR="009F3907" w:rsidRPr="001B39EF">
        <w:rPr>
          <w:rFonts w:ascii="Times New Roman" w:hAnsi="Times New Roman" w:cs="Times New Roman"/>
          <w:b/>
          <w:szCs w:val="24"/>
        </w:rPr>
        <w:t xml:space="preserve"> </w:t>
      </w:r>
      <w:r w:rsidR="00A654F1" w:rsidRPr="001B39EF">
        <w:rPr>
          <w:rFonts w:ascii="Times New Roman" w:hAnsi="Times New Roman" w:cs="Times New Roman"/>
          <w:b/>
          <w:szCs w:val="24"/>
        </w:rPr>
        <w:tab/>
        <w:t xml:space="preserve">       </w:t>
      </w:r>
      <w:r w:rsidR="009F3907" w:rsidRPr="001B39EF">
        <w:rPr>
          <w:rFonts w:ascii="Times New Roman" w:hAnsi="Times New Roman" w:cs="Times New Roman"/>
          <w:b/>
          <w:szCs w:val="24"/>
        </w:rPr>
        <w:t xml:space="preserve">  </w:t>
      </w:r>
    </w:p>
    <w:p w:rsidR="00272ECF" w:rsidRDefault="00A4331B" w:rsidP="000E40A6">
      <w:pPr>
        <w:jc w:val="both"/>
        <w:rPr>
          <w:rFonts w:ascii="Times New Roman" w:hAnsi="Times New Roman" w:cs="Times New Roman"/>
          <w:b/>
          <w:szCs w:val="24"/>
        </w:rPr>
      </w:pPr>
      <w:r w:rsidRPr="001B39EF">
        <w:rPr>
          <w:rFonts w:ascii="Times New Roman" w:hAnsi="Times New Roman" w:cs="Times New Roman"/>
          <w:b/>
          <w:szCs w:val="24"/>
        </w:rPr>
        <w:tab/>
      </w:r>
    </w:p>
    <w:p w:rsidR="00DB096C" w:rsidRDefault="00DB096C" w:rsidP="000E40A6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             </w:t>
      </w:r>
      <w:r w:rsidR="009140AB">
        <w:rPr>
          <w:rFonts w:ascii="Times New Roman" w:hAnsi="Times New Roman" w:cs="Times New Roman"/>
          <w:szCs w:val="24"/>
        </w:rPr>
        <w:t xml:space="preserve">Brand: Blue Bell </w:t>
      </w:r>
    </w:p>
    <w:p w:rsidR="005B4E43" w:rsidRPr="00DB096C" w:rsidRDefault="005B4E43" w:rsidP="000E40A6">
      <w:pPr>
        <w:jc w:val="both"/>
        <w:rPr>
          <w:rFonts w:ascii="Times New Roman" w:hAnsi="Times New Roman" w:cs="Times New Roman"/>
          <w:szCs w:val="24"/>
        </w:rPr>
      </w:pPr>
    </w:p>
    <w:p w:rsidR="00587219" w:rsidRDefault="00587219" w:rsidP="007033F8">
      <w:pPr>
        <w:jc w:val="both"/>
        <w:rPr>
          <w:rFonts w:ascii="Times New Roman" w:hAnsi="Times New Roman" w:cs="Times New Roman"/>
          <w:szCs w:val="24"/>
        </w:rPr>
      </w:pPr>
      <w:r w:rsidRPr="001B39EF">
        <w:rPr>
          <w:rFonts w:ascii="Times New Roman" w:hAnsi="Times New Roman" w:cs="Times New Roman"/>
          <w:szCs w:val="24"/>
        </w:rPr>
        <w:tab/>
      </w:r>
      <w:r w:rsidR="00DB096C">
        <w:rPr>
          <w:rFonts w:ascii="Times New Roman" w:hAnsi="Times New Roman" w:cs="Times New Roman"/>
          <w:szCs w:val="24"/>
        </w:rPr>
        <w:t xml:space="preserve"> </w:t>
      </w:r>
      <w:r w:rsidR="00951706">
        <w:rPr>
          <w:rFonts w:ascii="Times New Roman" w:hAnsi="Times New Roman" w:cs="Times New Roman"/>
          <w:szCs w:val="24"/>
        </w:rPr>
        <w:t xml:space="preserve">Specify </w:t>
      </w:r>
      <w:r w:rsidR="009140AB">
        <w:rPr>
          <w:rFonts w:ascii="Times New Roman" w:hAnsi="Times New Roman" w:cs="Times New Roman"/>
          <w:szCs w:val="24"/>
        </w:rPr>
        <w:t>Bran</w:t>
      </w:r>
      <w:r w:rsidR="001C3813">
        <w:rPr>
          <w:rFonts w:ascii="Times New Roman" w:hAnsi="Times New Roman" w:cs="Times New Roman"/>
          <w:szCs w:val="24"/>
        </w:rPr>
        <w:t>d</w:t>
      </w:r>
      <w:bookmarkStart w:id="0" w:name="_GoBack"/>
      <w:bookmarkEnd w:id="0"/>
      <w:r w:rsidR="009140AB">
        <w:rPr>
          <w:rFonts w:ascii="Times New Roman" w:hAnsi="Times New Roman" w:cs="Times New Roman"/>
          <w:szCs w:val="24"/>
        </w:rPr>
        <w:t xml:space="preserve"> </w:t>
      </w:r>
      <w:r w:rsidR="00DB096C">
        <w:rPr>
          <w:rFonts w:ascii="Times New Roman" w:hAnsi="Times New Roman" w:cs="Times New Roman"/>
          <w:szCs w:val="24"/>
        </w:rPr>
        <w:t>Bidding: _________________</w:t>
      </w:r>
    </w:p>
    <w:p w:rsidR="00DB096C" w:rsidRDefault="00DB096C" w:rsidP="007033F8">
      <w:pPr>
        <w:jc w:val="both"/>
        <w:rPr>
          <w:rFonts w:ascii="Times New Roman" w:hAnsi="Times New Roman" w:cs="Times New Roman"/>
          <w:szCs w:val="24"/>
        </w:rPr>
      </w:pPr>
    </w:p>
    <w:p w:rsidR="005B4E43" w:rsidRDefault="005B4E43" w:rsidP="007033F8">
      <w:pPr>
        <w:jc w:val="both"/>
        <w:rPr>
          <w:rFonts w:ascii="Times New Roman" w:hAnsi="Times New Roman" w:cs="Times New Roman"/>
          <w:szCs w:val="24"/>
        </w:rPr>
      </w:pPr>
    </w:p>
    <w:p w:rsidR="00DB096C" w:rsidRDefault="00DB096C" w:rsidP="009140AB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 w:rsidR="009140AB">
        <w:rPr>
          <w:rFonts w:ascii="Times New Roman" w:hAnsi="Times New Roman" w:cs="Times New Roman"/>
          <w:szCs w:val="24"/>
        </w:rPr>
        <w:t>Packaging: Pints</w:t>
      </w: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Specify Packaging Bidding: ______________</w:t>
      </w: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Can refrigerated cabinets be furnished and maintained for approx. 600 pints?</w:t>
      </w: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YES _______    NO ________</w:t>
      </w: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Flavors to Include: Vanilla, Chocolate, and Strawberry</w:t>
      </w: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</w:p>
    <w:p w:rsidR="009140AB" w:rsidRDefault="009140AB" w:rsidP="009140AB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  <w:t>Specify Flavors Bidding: ________________</w:t>
      </w:r>
    </w:p>
    <w:p w:rsidR="00DB096C" w:rsidRPr="001B39EF" w:rsidRDefault="00DB096C" w:rsidP="007033F8">
      <w:pPr>
        <w:jc w:val="both"/>
        <w:rPr>
          <w:rFonts w:ascii="Times New Roman" w:hAnsi="Times New Roman" w:cs="Times New Roman"/>
          <w:szCs w:val="24"/>
        </w:rPr>
      </w:pPr>
    </w:p>
    <w:p w:rsidR="000E40A6" w:rsidRPr="001B39EF" w:rsidRDefault="000E40A6" w:rsidP="007033F8">
      <w:pPr>
        <w:jc w:val="both"/>
        <w:rPr>
          <w:rFonts w:ascii="Times New Roman" w:hAnsi="Times New Roman" w:cs="Times New Roman"/>
          <w:b/>
          <w:szCs w:val="24"/>
        </w:rPr>
      </w:pPr>
    </w:p>
    <w:p w:rsidR="001B39EF" w:rsidRPr="000E40A6" w:rsidRDefault="001B39EF" w:rsidP="00017B03">
      <w:pPr>
        <w:rPr>
          <w:rFonts w:ascii="Times New Roman" w:hAnsi="Times New Roman"/>
        </w:rPr>
      </w:pPr>
    </w:p>
    <w:sectPr w:rsidR="001B39EF" w:rsidRPr="000E40A6" w:rsidSect="004D5637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3A3" w:rsidRDefault="003353A3" w:rsidP="003353A3">
      <w:r>
        <w:separator/>
      </w:r>
    </w:p>
  </w:endnote>
  <w:endnote w:type="continuationSeparator" w:id="0">
    <w:p w:rsidR="003353A3" w:rsidRDefault="003353A3" w:rsidP="00335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74389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718C3" w:rsidRDefault="009718C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C38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1C381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23014" w:rsidRDefault="002230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3A3" w:rsidRDefault="003353A3" w:rsidP="003353A3">
      <w:r>
        <w:separator/>
      </w:r>
    </w:p>
  </w:footnote>
  <w:footnote w:type="continuationSeparator" w:id="0">
    <w:p w:rsidR="003353A3" w:rsidRDefault="003353A3" w:rsidP="00335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63AA" w:rsidRDefault="004463AA" w:rsidP="007033F8">
    <w:pPr>
      <w:jc w:val="center"/>
      <w:rPr>
        <w:rFonts w:ascii="Times New Roman" w:hAnsi="Times New Roman" w:cs="Times New Roman"/>
        <w:b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182FDB1" wp14:editId="694B314F">
          <wp:simplePos x="0" y="0"/>
          <wp:positionH relativeFrom="page">
            <wp:posOffset>495300</wp:posOffset>
          </wp:positionH>
          <wp:positionV relativeFrom="page">
            <wp:posOffset>219075</wp:posOffset>
          </wp:positionV>
          <wp:extent cx="913480" cy="911624"/>
          <wp:effectExtent l="0" t="0" r="1270" b="317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3480" cy="9116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C6BE0">
      <w:rPr>
        <w:rFonts w:ascii="Times New Roman" w:hAnsi="Times New Roman" w:cs="Times New Roman"/>
        <w:b/>
      </w:rPr>
      <w:t>A</w:t>
    </w:r>
    <w:r w:rsidR="004A58F3">
      <w:rPr>
        <w:rFonts w:ascii="Times New Roman" w:hAnsi="Times New Roman" w:cs="Times New Roman"/>
        <w:b/>
      </w:rPr>
      <w:t>ttachment B</w:t>
    </w:r>
    <w:r w:rsidR="007033F8">
      <w:rPr>
        <w:rFonts w:ascii="Times New Roman" w:hAnsi="Times New Roman" w:cs="Times New Roman"/>
        <w:b/>
      </w:rPr>
      <w:t xml:space="preserve"> – Line Item Responses</w:t>
    </w:r>
  </w:p>
  <w:p w:rsidR="00203BFB" w:rsidRPr="009718C3" w:rsidRDefault="00203BFB" w:rsidP="007033F8">
    <w:pPr>
      <w:jc w:val="center"/>
      <w:rPr>
        <w:rFonts w:ascii="Times New Roman" w:hAnsi="Times New Roman" w:cs="Times New Roman"/>
        <w:b/>
      </w:rPr>
    </w:pPr>
  </w:p>
  <w:p w:rsidR="004463AA" w:rsidRPr="009718C3" w:rsidRDefault="004463AA" w:rsidP="004463AA">
    <w:pPr>
      <w:rPr>
        <w:rFonts w:ascii="Times New Roman" w:hAnsi="Times New Roman" w:cs="Times New Roman"/>
        <w:b/>
      </w:rPr>
    </w:pPr>
    <w:r w:rsidRPr="009718C3">
      <w:rPr>
        <w:rFonts w:ascii="Times New Roman" w:hAnsi="Times New Roman" w:cs="Times New Roman"/>
        <w:b/>
      </w:rPr>
      <w:tab/>
    </w:r>
    <w:r w:rsidRPr="009718C3">
      <w:rPr>
        <w:rFonts w:ascii="Times New Roman" w:hAnsi="Times New Roman" w:cs="Times New Roman"/>
        <w:b/>
      </w:rPr>
      <w:tab/>
    </w:r>
    <w:r w:rsidRPr="009718C3">
      <w:rPr>
        <w:rFonts w:ascii="Times New Roman" w:hAnsi="Times New Roman" w:cs="Times New Roman"/>
        <w:b/>
      </w:rPr>
      <w:tab/>
    </w:r>
    <w:r w:rsidRPr="009718C3">
      <w:rPr>
        <w:rFonts w:ascii="Times New Roman" w:hAnsi="Times New Roman" w:cs="Times New Roman"/>
        <w:b/>
      </w:rPr>
      <w:tab/>
    </w:r>
    <w:r w:rsidRPr="009718C3">
      <w:rPr>
        <w:rFonts w:ascii="Times New Roman" w:hAnsi="Times New Roman" w:cs="Times New Roman"/>
        <w:b/>
      </w:rPr>
      <w:tab/>
    </w:r>
  </w:p>
  <w:p w:rsidR="004463AA" w:rsidRDefault="00E8048F" w:rsidP="004463AA">
    <w:pPr>
      <w:rPr>
        <w:rFonts w:ascii="Times New Roman" w:hAnsi="Times New Roman" w:cs="Times New Roman"/>
        <w:b/>
        <w:bCs/>
      </w:rPr>
    </w:pPr>
    <w:proofErr w:type="spellStart"/>
    <w:r>
      <w:rPr>
        <w:rFonts w:ascii="Times New Roman" w:hAnsi="Times New Roman" w:cs="Times New Roman"/>
        <w:b/>
      </w:rPr>
      <w:t>RFx</w:t>
    </w:r>
    <w:proofErr w:type="spellEnd"/>
    <w:r w:rsidR="009718C3">
      <w:rPr>
        <w:rFonts w:ascii="Times New Roman" w:hAnsi="Times New Roman" w:cs="Times New Roman"/>
        <w:b/>
      </w:rPr>
      <w:t xml:space="preserve"> No.</w:t>
    </w:r>
    <w:r w:rsidR="00F23C27">
      <w:rPr>
        <w:rFonts w:ascii="Times New Roman" w:hAnsi="Times New Roman" w:cs="Times New Roman"/>
        <w:b/>
      </w:rPr>
      <w:t>:</w:t>
    </w:r>
    <w:r w:rsidR="009140AB">
      <w:rPr>
        <w:rFonts w:ascii="Times New Roman" w:hAnsi="Times New Roman" w:cs="Times New Roman"/>
        <w:b/>
      </w:rPr>
      <w:t xml:space="preserve"> 3000017171</w:t>
    </w:r>
    <w:r w:rsidR="004463AA" w:rsidRPr="009718C3">
      <w:rPr>
        <w:rFonts w:ascii="Times New Roman" w:hAnsi="Times New Roman" w:cs="Times New Roman"/>
        <w:b/>
      </w:rPr>
      <w:tab/>
    </w:r>
    <w:r w:rsidR="009718C3">
      <w:rPr>
        <w:rFonts w:ascii="Times New Roman" w:hAnsi="Times New Roman" w:cs="Times New Roman"/>
        <w:b/>
      </w:rPr>
      <w:t xml:space="preserve">   </w:t>
    </w:r>
    <w:r w:rsidR="001B39EF">
      <w:rPr>
        <w:rFonts w:ascii="Times New Roman" w:hAnsi="Times New Roman" w:cs="Times New Roman"/>
        <w:b/>
      </w:rPr>
      <w:tab/>
    </w:r>
    <w:r w:rsidR="001B39EF">
      <w:rPr>
        <w:rFonts w:ascii="Times New Roman" w:hAnsi="Times New Roman" w:cs="Times New Roman"/>
        <w:b/>
      </w:rPr>
      <w:tab/>
    </w:r>
    <w:r w:rsidR="00DB096C">
      <w:rPr>
        <w:rFonts w:ascii="Times New Roman" w:hAnsi="Times New Roman" w:cs="Times New Roman"/>
        <w:b/>
      </w:rPr>
      <w:t xml:space="preserve">       </w:t>
    </w:r>
    <w:r w:rsidR="001B39EF">
      <w:rPr>
        <w:rFonts w:ascii="Times New Roman" w:hAnsi="Times New Roman" w:cs="Times New Roman"/>
        <w:b/>
      </w:rPr>
      <w:t>TI</w:t>
    </w:r>
    <w:r w:rsidR="009140AB">
      <w:rPr>
        <w:rFonts w:ascii="Times New Roman" w:hAnsi="Times New Roman" w:cs="Times New Roman"/>
        <w:b/>
      </w:rPr>
      <w:t>TLE: Ice Cream – DOC/Rayburn</w:t>
    </w:r>
  </w:p>
  <w:p w:rsidR="00587219" w:rsidRDefault="00587219" w:rsidP="004463AA">
    <w:pPr>
      <w:rPr>
        <w:rFonts w:ascii="Times New Roman" w:hAnsi="Times New Roman" w:cs="Times New Roman"/>
        <w:b/>
        <w:bCs/>
      </w:rPr>
    </w:pPr>
  </w:p>
  <w:p w:rsidR="00587219" w:rsidRPr="009718C3" w:rsidRDefault="00587219" w:rsidP="004463AA">
    <w:pPr>
      <w:rPr>
        <w:rFonts w:ascii="Times New Roman" w:hAnsi="Times New Roman" w:cs="Times New Roman"/>
      </w:rPr>
    </w:pPr>
  </w:p>
  <w:p w:rsidR="003353A3" w:rsidRDefault="003353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3A3"/>
    <w:rsid w:val="00017B03"/>
    <w:rsid w:val="000841E3"/>
    <w:rsid w:val="000A4F1A"/>
    <w:rsid w:val="000E40A6"/>
    <w:rsid w:val="000E72B9"/>
    <w:rsid w:val="000F60A6"/>
    <w:rsid w:val="00165B68"/>
    <w:rsid w:val="00172A09"/>
    <w:rsid w:val="001B39EF"/>
    <w:rsid w:val="001B50D9"/>
    <w:rsid w:val="001C3813"/>
    <w:rsid w:val="001D70EB"/>
    <w:rsid w:val="00203BFB"/>
    <w:rsid w:val="00223014"/>
    <w:rsid w:val="00272ECF"/>
    <w:rsid w:val="002B3C59"/>
    <w:rsid w:val="00317586"/>
    <w:rsid w:val="003353A3"/>
    <w:rsid w:val="00371ED1"/>
    <w:rsid w:val="003A5F44"/>
    <w:rsid w:val="004463AA"/>
    <w:rsid w:val="00467FEC"/>
    <w:rsid w:val="004843BE"/>
    <w:rsid w:val="004A58F3"/>
    <w:rsid w:val="004C0366"/>
    <w:rsid w:val="004C6BE0"/>
    <w:rsid w:val="004D5637"/>
    <w:rsid w:val="00543253"/>
    <w:rsid w:val="00571BEF"/>
    <w:rsid w:val="00587219"/>
    <w:rsid w:val="005B4123"/>
    <w:rsid w:val="005B4E43"/>
    <w:rsid w:val="005D3D94"/>
    <w:rsid w:val="00635045"/>
    <w:rsid w:val="00653F77"/>
    <w:rsid w:val="00657139"/>
    <w:rsid w:val="00672F13"/>
    <w:rsid w:val="00692AFD"/>
    <w:rsid w:val="006F122B"/>
    <w:rsid w:val="007033F8"/>
    <w:rsid w:val="007B2BC8"/>
    <w:rsid w:val="007B3FB6"/>
    <w:rsid w:val="007D30CA"/>
    <w:rsid w:val="00840573"/>
    <w:rsid w:val="00894413"/>
    <w:rsid w:val="008A08B3"/>
    <w:rsid w:val="008C5293"/>
    <w:rsid w:val="008F64E1"/>
    <w:rsid w:val="009140AB"/>
    <w:rsid w:val="0093324B"/>
    <w:rsid w:val="00951706"/>
    <w:rsid w:val="009718C3"/>
    <w:rsid w:val="00992B20"/>
    <w:rsid w:val="009A679A"/>
    <w:rsid w:val="009D27B1"/>
    <w:rsid w:val="009D4629"/>
    <w:rsid w:val="009F3907"/>
    <w:rsid w:val="00A4331B"/>
    <w:rsid w:val="00A43A9E"/>
    <w:rsid w:val="00A61324"/>
    <w:rsid w:val="00A654F1"/>
    <w:rsid w:val="00A65F0F"/>
    <w:rsid w:val="00A765C3"/>
    <w:rsid w:val="00A924F2"/>
    <w:rsid w:val="00AB6096"/>
    <w:rsid w:val="00AD0344"/>
    <w:rsid w:val="00AE0DED"/>
    <w:rsid w:val="00B20023"/>
    <w:rsid w:val="00B50B7C"/>
    <w:rsid w:val="00B97ADC"/>
    <w:rsid w:val="00BA50E3"/>
    <w:rsid w:val="00BF16E8"/>
    <w:rsid w:val="00C00CB1"/>
    <w:rsid w:val="00C37BC0"/>
    <w:rsid w:val="00C73CBE"/>
    <w:rsid w:val="00CE6BBF"/>
    <w:rsid w:val="00D128E9"/>
    <w:rsid w:val="00D77160"/>
    <w:rsid w:val="00DB096C"/>
    <w:rsid w:val="00DB228E"/>
    <w:rsid w:val="00DF6B86"/>
    <w:rsid w:val="00E8048F"/>
    <w:rsid w:val="00E97961"/>
    <w:rsid w:val="00EA052C"/>
    <w:rsid w:val="00ED57A1"/>
    <w:rsid w:val="00ED6130"/>
    <w:rsid w:val="00EE16E9"/>
    <w:rsid w:val="00EE35FA"/>
    <w:rsid w:val="00F23343"/>
    <w:rsid w:val="00F23C27"/>
    <w:rsid w:val="00F40421"/>
    <w:rsid w:val="00F603C1"/>
    <w:rsid w:val="00FC62E5"/>
    <w:rsid w:val="00FF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."/>
  <w:listSeparator w:val=","/>
  <w14:docId w14:val="1F503D00"/>
  <w15:chartTrackingRefBased/>
  <w15:docId w15:val="{3C448D68-FB6E-4944-87D8-DF3881DE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3353A3"/>
    <w:pPr>
      <w:widowControl w:val="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53A3"/>
    <w:pPr>
      <w:widowControl/>
      <w:tabs>
        <w:tab w:val="center" w:pos="4680"/>
        <w:tab w:val="right" w:pos="9360"/>
      </w:tabs>
    </w:pPr>
    <w:rPr>
      <w:rFonts w:ascii="CG Times" w:eastAsia="Times New Roman" w:hAnsi="CG Times" w:cs="Times New Roman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353A3"/>
    <w:rPr>
      <w:rFonts w:ascii="CG Times" w:hAnsi="CG Times"/>
      <w:sz w:val="24"/>
    </w:rPr>
  </w:style>
  <w:style w:type="paragraph" w:styleId="Footer">
    <w:name w:val="footer"/>
    <w:basedOn w:val="Normal"/>
    <w:link w:val="FooterChar"/>
    <w:uiPriority w:val="99"/>
    <w:unhideWhenUsed/>
    <w:rsid w:val="003353A3"/>
    <w:pPr>
      <w:widowControl/>
      <w:tabs>
        <w:tab w:val="center" w:pos="4680"/>
        <w:tab w:val="right" w:pos="9360"/>
      </w:tabs>
    </w:pPr>
    <w:rPr>
      <w:rFonts w:ascii="CG Times" w:eastAsia="Times New Roman" w:hAnsi="CG Times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3353A3"/>
    <w:rPr>
      <w:rFonts w:ascii="CG Times" w:hAnsi="CG Times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C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C59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D11A62E1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OTS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Chasity Austin</dc:creator>
  <cp:keywords/>
  <dc:description/>
  <cp:lastModifiedBy>Amber Collins</cp:lastModifiedBy>
  <cp:revision>3</cp:revision>
  <cp:lastPrinted>2021-05-19T19:29:00Z</cp:lastPrinted>
  <dcterms:created xsi:type="dcterms:W3CDTF">2021-05-17T15:56:00Z</dcterms:created>
  <dcterms:modified xsi:type="dcterms:W3CDTF">2021-05-19T19:34:00Z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1673838355</vt:i4>
  </property>
</Properties>
</file>